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E3FBD0" w14:textId="3DE41EE0" w:rsidR="00F966B4" w:rsidRPr="00344705" w:rsidRDefault="00F966B4" w:rsidP="00F966B4">
      <w:pPr>
        <w:rPr>
          <w:rFonts w:ascii="Times New Roman" w:hAnsi="Times New Roman"/>
          <w:lang w:val="et-EE"/>
        </w:rPr>
      </w:pPr>
      <w:r w:rsidRPr="00344705">
        <w:rPr>
          <w:rFonts w:ascii="Times New Roman" w:hAnsi="Times New Roman"/>
          <w:lang w:val="et-EE"/>
        </w:rPr>
        <w:t>Transpordiamet</w:t>
      </w:r>
    </w:p>
    <w:p w14:paraId="73401B5F" w14:textId="2D05A0D1" w:rsidR="00F966B4" w:rsidRDefault="00F966B4" w:rsidP="00F966B4">
      <w:pPr>
        <w:rPr>
          <w:rFonts w:ascii="Times New Roman" w:hAnsi="Times New Roman"/>
          <w:lang w:val="et-EE"/>
        </w:rPr>
      </w:pPr>
      <w:hyperlink r:id="rId11" w:history="1">
        <w:r w:rsidRPr="00F966B4">
          <w:rPr>
            <w:rStyle w:val="Hyperlink"/>
            <w:rFonts w:ascii="Times New Roman" w:hAnsi="Times New Roman"/>
            <w:lang w:val="et-EE"/>
          </w:rPr>
          <w:t>maantee@transpordiamet.ee</w:t>
        </w:r>
      </w:hyperlink>
      <w:r w:rsidRPr="00F966B4">
        <w:rPr>
          <w:rFonts w:ascii="Times New Roman" w:hAnsi="Times New Roman"/>
          <w:lang w:val="et-EE"/>
        </w:rPr>
        <w:t xml:space="preserve">                           </w:t>
      </w:r>
      <w:r w:rsidR="00344705" w:rsidRPr="00344705">
        <w:rPr>
          <w:rFonts w:ascii="Times New Roman" w:hAnsi="Times New Roman"/>
          <w:lang w:val="et-EE"/>
        </w:rPr>
        <w:t xml:space="preserve">        </w:t>
      </w:r>
      <w:r w:rsidR="00344705">
        <w:rPr>
          <w:rFonts w:ascii="Times New Roman" w:hAnsi="Times New Roman"/>
          <w:lang w:val="et-EE"/>
        </w:rPr>
        <w:t xml:space="preserve">      </w:t>
      </w:r>
      <w:r w:rsidR="00344705" w:rsidRPr="00344705">
        <w:rPr>
          <w:rFonts w:ascii="Times New Roman" w:hAnsi="Times New Roman"/>
          <w:lang w:val="et-EE"/>
        </w:rPr>
        <w:t xml:space="preserve">                </w:t>
      </w:r>
      <w:r w:rsidR="00093097">
        <w:rPr>
          <w:rFonts w:ascii="Times New Roman" w:hAnsi="Times New Roman"/>
          <w:lang w:val="et-EE"/>
        </w:rPr>
        <w:t>14</w:t>
      </w:r>
      <w:r w:rsidRPr="00F966B4">
        <w:rPr>
          <w:rFonts w:ascii="Times New Roman" w:hAnsi="Times New Roman"/>
          <w:lang w:val="et-EE"/>
        </w:rPr>
        <w:t>.</w:t>
      </w:r>
      <w:r w:rsidR="006D1833">
        <w:rPr>
          <w:rFonts w:ascii="Times New Roman" w:hAnsi="Times New Roman"/>
          <w:lang w:val="et-EE"/>
        </w:rPr>
        <w:t>10</w:t>
      </w:r>
      <w:r w:rsidRPr="00F966B4">
        <w:rPr>
          <w:rFonts w:ascii="Times New Roman" w:hAnsi="Times New Roman"/>
          <w:lang w:val="et-EE"/>
        </w:rPr>
        <w:t>.2025 nr JV-MAA-1/</w:t>
      </w:r>
      <w:r w:rsidR="00004A59">
        <w:rPr>
          <w:rFonts w:ascii="Times New Roman" w:hAnsi="Times New Roman"/>
          <w:lang w:val="et-EE"/>
        </w:rPr>
        <w:t>4730</w:t>
      </w:r>
    </w:p>
    <w:p w14:paraId="5EF6476F" w14:textId="77777777" w:rsidR="00E777F1" w:rsidRDefault="00E777F1" w:rsidP="00F966B4">
      <w:pPr>
        <w:rPr>
          <w:rFonts w:ascii="Times New Roman" w:hAnsi="Times New Roman"/>
        </w:rPr>
      </w:pPr>
    </w:p>
    <w:p w14:paraId="7D671048" w14:textId="77777777" w:rsidR="00F966B4" w:rsidRPr="00F966B4" w:rsidRDefault="00F966B4" w:rsidP="00F966B4">
      <w:pPr>
        <w:rPr>
          <w:rFonts w:ascii="Times New Roman" w:hAnsi="Times New Roman"/>
          <w:b/>
          <w:bCs/>
          <w:lang w:val="et-EE"/>
        </w:rPr>
      </w:pPr>
    </w:p>
    <w:p w14:paraId="76B315F6" w14:textId="77777777" w:rsidR="00F966B4" w:rsidRPr="00F966B4" w:rsidRDefault="00F966B4" w:rsidP="00F966B4">
      <w:pPr>
        <w:rPr>
          <w:rFonts w:ascii="Times New Roman" w:hAnsi="Times New Roman"/>
          <w:b/>
          <w:bCs/>
          <w:lang w:val="et-EE"/>
        </w:rPr>
      </w:pPr>
      <w:r w:rsidRPr="00F966B4">
        <w:rPr>
          <w:rFonts w:ascii="Times New Roman" w:hAnsi="Times New Roman"/>
          <w:b/>
          <w:bCs/>
          <w:lang w:val="et-EE"/>
        </w:rPr>
        <w:t>RIIGIVARA KASUTAMISEKS ANDMISE  ja ISIKLIKU KASUTUSÕIGUSE SEADMISE TAOTLUS (tehnovõrgud ja rajatised)</w:t>
      </w: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98"/>
        <w:gridCol w:w="6190"/>
      </w:tblGrid>
      <w:tr w:rsidR="00F966B4" w:rsidRPr="00F966B4" w14:paraId="611BD806" w14:textId="77777777" w:rsidTr="00754478">
        <w:trPr>
          <w:trHeight w:val="417"/>
        </w:trPr>
        <w:tc>
          <w:tcPr>
            <w:tcW w:w="3098" w:type="dxa"/>
            <w:vMerge w:val="restart"/>
            <w:tcBorders>
              <w:right w:val="single" w:sz="4" w:space="0" w:color="auto"/>
            </w:tcBorders>
          </w:tcPr>
          <w:p w14:paraId="4F5E6A7D" w14:textId="77777777" w:rsidR="00F966B4" w:rsidRPr="00F966B4" w:rsidRDefault="00F966B4" w:rsidP="00F966B4">
            <w:pPr>
              <w:rPr>
                <w:rFonts w:ascii="Times New Roman" w:hAnsi="Times New Roman"/>
                <w:b/>
                <w:bCs/>
                <w:lang w:val="et-EE"/>
              </w:rPr>
            </w:pPr>
          </w:p>
          <w:p w14:paraId="74281B71" w14:textId="77777777" w:rsidR="00F966B4" w:rsidRPr="00F966B4" w:rsidRDefault="00F966B4" w:rsidP="00F966B4">
            <w:pPr>
              <w:rPr>
                <w:rFonts w:ascii="Times New Roman" w:hAnsi="Times New Roman"/>
                <w:b/>
                <w:bCs/>
                <w:lang w:val="et-EE"/>
              </w:rPr>
            </w:pPr>
          </w:p>
          <w:p w14:paraId="41B1BCAE" w14:textId="77777777" w:rsidR="00F966B4" w:rsidRPr="00F966B4" w:rsidRDefault="00F966B4" w:rsidP="00F966B4">
            <w:pPr>
              <w:rPr>
                <w:rFonts w:ascii="Times New Roman" w:hAnsi="Times New Roman"/>
                <w:b/>
                <w:bCs/>
                <w:lang w:val="et-EE"/>
              </w:rPr>
            </w:pPr>
          </w:p>
          <w:p w14:paraId="5AA03826" w14:textId="77777777" w:rsidR="00F966B4" w:rsidRPr="00F966B4" w:rsidRDefault="00F966B4" w:rsidP="00F966B4">
            <w:pPr>
              <w:rPr>
                <w:rFonts w:ascii="Times New Roman" w:hAnsi="Times New Roman"/>
                <w:b/>
                <w:bCs/>
                <w:lang w:val="et-EE"/>
              </w:rPr>
            </w:pPr>
          </w:p>
          <w:p w14:paraId="4F96FAF2" w14:textId="77777777" w:rsidR="00F966B4" w:rsidRPr="00F966B4" w:rsidRDefault="00F966B4" w:rsidP="00F966B4">
            <w:pPr>
              <w:rPr>
                <w:rFonts w:ascii="Times New Roman" w:hAnsi="Times New Roman"/>
                <w:b/>
                <w:bCs/>
                <w:lang w:val="et-EE"/>
              </w:rPr>
            </w:pPr>
            <w:r w:rsidRPr="00F966B4">
              <w:rPr>
                <w:rFonts w:ascii="Times New Roman" w:hAnsi="Times New Roman"/>
                <w:b/>
                <w:bCs/>
                <w:lang w:val="et-EE"/>
              </w:rPr>
              <w:t>TAOTLEJA</w:t>
            </w:r>
          </w:p>
          <w:p w14:paraId="6E25FA64" w14:textId="77777777" w:rsidR="00F966B4" w:rsidRPr="00F966B4" w:rsidRDefault="00F966B4" w:rsidP="00F966B4">
            <w:pPr>
              <w:rPr>
                <w:rFonts w:ascii="Times New Roman" w:hAnsi="Times New Roman"/>
                <w:b/>
                <w:bCs/>
                <w:lang w:val="et-EE"/>
              </w:rPr>
            </w:pPr>
            <w:r w:rsidRPr="00F966B4">
              <w:rPr>
                <w:rFonts w:ascii="Times New Roman" w:hAnsi="Times New Roman"/>
                <w:b/>
                <w:bCs/>
                <w:lang w:val="et-EE"/>
              </w:rPr>
              <w:t>ANDMED</w:t>
            </w:r>
          </w:p>
          <w:p w14:paraId="4203BE6C" w14:textId="77777777" w:rsidR="00F966B4" w:rsidRPr="00F966B4" w:rsidRDefault="00F966B4" w:rsidP="00F966B4">
            <w:pPr>
              <w:rPr>
                <w:rFonts w:ascii="Times New Roman" w:hAnsi="Times New Roman"/>
                <w:b/>
                <w:bCs/>
                <w:lang w:val="et-EE"/>
              </w:rPr>
            </w:pPr>
          </w:p>
          <w:p w14:paraId="24AD04E3" w14:textId="77777777" w:rsidR="00F966B4" w:rsidRPr="00F966B4" w:rsidRDefault="00F966B4" w:rsidP="00F966B4">
            <w:pPr>
              <w:rPr>
                <w:rFonts w:ascii="Times New Roman" w:hAnsi="Times New Roman"/>
                <w:b/>
                <w:bCs/>
                <w:lang w:val="et-EE"/>
              </w:rPr>
            </w:pPr>
          </w:p>
          <w:p w14:paraId="1CA12F2A" w14:textId="77777777" w:rsidR="00F966B4" w:rsidRPr="00F966B4" w:rsidRDefault="00F966B4" w:rsidP="00F966B4">
            <w:pPr>
              <w:rPr>
                <w:rFonts w:ascii="Times New Roman" w:hAnsi="Times New Roman"/>
                <w:b/>
                <w:bCs/>
                <w:lang w:val="et-EE"/>
              </w:rPr>
            </w:pPr>
          </w:p>
          <w:p w14:paraId="6E9B28A9" w14:textId="77777777" w:rsidR="00F966B4" w:rsidRPr="00F966B4" w:rsidRDefault="00F966B4" w:rsidP="00F966B4">
            <w:pPr>
              <w:rPr>
                <w:rFonts w:ascii="Times New Roman" w:hAnsi="Times New Roman"/>
                <w:b/>
                <w:bCs/>
                <w:lang w:val="et-EE"/>
              </w:rPr>
            </w:pPr>
          </w:p>
        </w:tc>
        <w:tc>
          <w:tcPr>
            <w:tcW w:w="6190" w:type="dxa"/>
            <w:tcBorders>
              <w:left w:val="single" w:sz="4" w:space="0" w:color="auto"/>
            </w:tcBorders>
          </w:tcPr>
          <w:p w14:paraId="5173C365" w14:textId="77777777" w:rsidR="00F966B4" w:rsidRPr="00F966B4" w:rsidRDefault="00F966B4" w:rsidP="00F966B4">
            <w:pPr>
              <w:rPr>
                <w:rFonts w:ascii="Times New Roman" w:hAnsi="Times New Roman"/>
                <w:lang w:val="et-EE"/>
              </w:rPr>
            </w:pPr>
            <w:r w:rsidRPr="00F966B4">
              <w:rPr>
                <w:rFonts w:ascii="Times New Roman" w:hAnsi="Times New Roman"/>
                <w:lang w:val="et-EE"/>
              </w:rPr>
              <w:t>Nimi: Elektrilevi OÜ</w:t>
            </w:r>
          </w:p>
        </w:tc>
      </w:tr>
      <w:tr w:rsidR="00F966B4" w:rsidRPr="00F966B4" w14:paraId="77F5696B" w14:textId="77777777" w:rsidTr="00754478">
        <w:trPr>
          <w:trHeight w:val="415"/>
        </w:trPr>
        <w:tc>
          <w:tcPr>
            <w:tcW w:w="3098" w:type="dxa"/>
            <w:vMerge/>
            <w:tcBorders>
              <w:right w:val="single" w:sz="4" w:space="0" w:color="auto"/>
            </w:tcBorders>
          </w:tcPr>
          <w:p w14:paraId="043B5253" w14:textId="77777777" w:rsidR="00F966B4" w:rsidRPr="00F966B4" w:rsidRDefault="00F966B4" w:rsidP="00F966B4">
            <w:pPr>
              <w:rPr>
                <w:rFonts w:ascii="Times New Roman" w:hAnsi="Times New Roman"/>
                <w:b/>
                <w:bCs/>
                <w:lang w:val="et-EE"/>
              </w:rPr>
            </w:pPr>
          </w:p>
        </w:tc>
        <w:tc>
          <w:tcPr>
            <w:tcW w:w="6190" w:type="dxa"/>
            <w:tcBorders>
              <w:left w:val="single" w:sz="4" w:space="0" w:color="auto"/>
            </w:tcBorders>
          </w:tcPr>
          <w:p w14:paraId="72D1DC18" w14:textId="77777777" w:rsidR="00F966B4" w:rsidRPr="00F966B4" w:rsidRDefault="00F966B4" w:rsidP="00F966B4">
            <w:pPr>
              <w:rPr>
                <w:rFonts w:ascii="Times New Roman" w:hAnsi="Times New Roman"/>
                <w:lang w:val="et-EE"/>
              </w:rPr>
            </w:pPr>
            <w:r w:rsidRPr="00F966B4">
              <w:rPr>
                <w:rFonts w:ascii="Times New Roman" w:hAnsi="Times New Roman"/>
                <w:lang w:val="et-EE"/>
              </w:rPr>
              <w:t>Registrikood: 11050857</w:t>
            </w:r>
          </w:p>
        </w:tc>
      </w:tr>
      <w:tr w:rsidR="00F966B4" w:rsidRPr="00F966B4" w14:paraId="61F119AA" w14:textId="77777777" w:rsidTr="00754478">
        <w:trPr>
          <w:trHeight w:val="272"/>
        </w:trPr>
        <w:tc>
          <w:tcPr>
            <w:tcW w:w="3098" w:type="dxa"/>
            <w:vMerge/>
            <w:tcBorders>
              <w:right w:val="single" w:sz="4" w:space="0" w:color="auto"/>
            </w:tcBorders>
          </w:tcPr>
          <w:p w14:paraId="1CDA32DF" w14:textId="77777777" w:rsidR="00F966B4" w:rsidRPr="00F966B4" w:rsidRDefault="00F966B4" w:rsidP="00F966B4">
            <w:pPr>
              <w:rPr>
                <w:rFonts w:ascii="Times New Roman" w:hAnsi="Times New Roman"/>
                <w:b/>
                <w:bCs/>
                <w:lang w:val="et-EE"/>
              </w:rPr>
            </w:pPr>
          </w:p>
        </w:tc>
        <w:tc>
          <w:tcPr>
            <w:tcW w:w="6190" w:type="dxa"/>
            <w:tcBorders>
              <w:left w:val="single" w:sz="4" w:space="0" w:color="auto"/>
            </w:tcBorders>
          </w:tcPr>
          <w:p w14:paraId="79DE585E" w14:textId="77777777" w:rsidR="00F966B4" w:rsidRPr="00F966B4" w:rsidRDefault="00F966B4" w:rsidP="00F966B4">
            <w:pPr>
              <w:rPr>
                <w:rFonts w:ascii="Times New Roman" w:hAnsi="Times New Roman"/>
                <w:lang w:val="et-EE"/>
              </w:rPr>
            </w:pPr>
            <w:r w:rsidRPr="00F966B4">
              <w:rPr>
                <w:rFonts w:ascii="Times New Roman" w:hAnsi="Times New Roman"/>
                <w:lang w:val="et-EE"/>
              </w:rPr>
              <w:t>Aadress: Veskiposti 2, 10138 Tallinn</w:t>
            </w:r>
          </w:p>
        </w:tc>
      </w:tr>
      <w:tr w:rsidR="00F966B4" w:rsidRPr="00F966B4" w14:paraId="6AA4A50A" w14:textId="77777777" w:rsidTr="00754478">
        <w:trPr>
          <w:trHeight w:val="421"/>
        </w:trPr>
        <w:tc>
          <w:tcPr>
            <w:tcW w:w="3098" w:type="dxa"/>
            <w:vMerge/>
            <w:tcBorders>
              <w:right w:val="single" w:sz="4" w:space="0" w:color="auto"/>
            </w:tcBorders>
          </w:tcPr>
          <w:p w14:paraId="797270FC" w14:textId="77777777" w:rsidR="00F966B4" w:rsidRPr="00F966B4" w:rsidRDefault="00F966B4" w:rsidP="00F966B4">
            <w:pPr>
              <w:rPr>
                <w:rFonts w:ascii="Times New Roman" w:hAnsi="Times New Roman"/>
                <w:b/>
                <w:bCs/>
                <w:lang w:val="et-EE"/>
              </w:rPr>
            </w:pPr>
            <w:bookmarkStart w:id="0" w:name="_Hlk38622158"/>
          </w:p>
        </w:tc>
        <w:tc>
          <w:tcPr>
            <w:tcW w:w="6190" w:type="dxa"/>
            <w:tcBorders>
              <w:left w:val="single" w:sz="4" w:space="0" w:color="auto"/>
            </w:tcBorders>
          </w:tcPr>
          <w:p w14:paraId="366578C5" w14:textId="77777777" w:rsidR="00F966B4" w:rsidRPr="00F966B4" w:rsidRDefault="00F966B4" w:rsidP="00F966B4">
            <w:pPr>
              <w:rPr>
                <w:rFonts w:ascii="Times New Roman" w:hAnsi="Times New Roman"/>
                <w:lang w:val="et-EE"/>
              </w:rPr>
            </w:pPr>
            <w:r w:rsidRPr="00F966B4">
              <w:rPr>
                <w:rFonts w:ascii="Times New Roman" w:hAnsi="Times New Roman"/>
                <w:lang w:val="et-EE"/>
              </w:rPr>
              <w:t>Õigustatud isiku poolne lepingu sõlmija nimi</w:t>
            </w:r>
          </w:p>
          <w:p w14:paraId="6DD6F5E8" w14:textId="77777777" w:rsidR="00F966B4" w:rsidRPr="00F966B4" w:rsidRDefault="00F966B4" w:rsidP="00F966B4">
            <w:pPr>
              <w:rPr>
                <w:rFonts w:ascii="Times New Roman" w:hAnsi="Times New Roman"/>
                <w:lang w:val="et-EE"/>
              </w:rPr>
            </w:pPr>
            <w:r w:rsidRPr="00F966B4">
              <w:rPr>
                <w:rFonts w:ascii="Times New Roman" w:hAnsi="Times New Roman"/>
                <w:lang w:val="et-EE"/>
              </w:rPr>
              <w:t>Andra McManus</w:t>
            </w:r>
          </w:p>
        </w:tc>
      </w:tr>
      <w:tr w:rsidR="00F966B4" w:rsidRPr="00F966B4" w14:paraId="035B2302" w14:textId="77777777" w:rsidTr="00754478">
        <w:trPr>
          <w:trHeight w:val="272"/>
        </w:trPr>
        <w:tc>
          <w:tcPr>
            <w:tcW w:w="3098" w:type="dxa"/>
            <w:vMerge/>
            <w:tcBorders>
              <w:right w:val="single" w:sz="4" w:space="0" w:color="auto"/>
            </w:tcBorders>
          </w:tcPr>
          <w:p w14:paraId="495C4FDE" w14:textId="77777777" w:rsidR="00F966B4" w:rsidRPr="00F966B4" w:rsidRDefault="00F966B4" w:rsidP="00F966B4">
            <w:pPr>
              <w:rPr>
                <w:rFonts w:ascii="Times New Roman" w:hAnsi="Times New Roman"/>
                <w:b/>
                <w:bCs/>
                <w:lang w:val="et-EE"/>
              </w:rPr>
            </w:pPr>
          </w:p>
        </w:tc>
        <w:tc>
          <w:tcPr>
            <w:tcW w:w="6190" w:type="dxa"/>
            <w:tcBorders>
              <w:left w:val="single" w:sz="4" w:space="0" w:color="auto"/>
            </w:tcBorders>
          </w:tcPr>
          <w:p w14:paraId="7570CC51" w14:textId="77777777" w:rsidR="00F966B4" w:rsidRPr="00F966B4" w:rsidRDefault="00F966B4" w:rsidP="00F966B4">
            <w:pPr>
              <w:rPr>
                <w:rFonts w:ascii="Times New Roman" w:hAnsi="Times New Roman"/>
                <w:lang w:val="et-EE"/>
              </w:rPr>
            </w:pPr>
            <w:r w:rsidRPr="00F966B4">
              <w:rPr>
                <w:rFonts w:ascii="Times New Roman" w:hAnsi="Times New Roman"/>
                <w:lang w:val="et-EE"/>
              </w:rPr>
              <w:t xml:space="preserve">Vajadusel koopia lepingu allkirjastaja volikirjast, kui allkirjastamine toimub volituse alusel. </w:t>
            </w:r>
          </w:p>
        </w:tc>
      </w:tr>
      <w:bookmarkEnd w:id="0"/>
      <w:tr w:rsidR="00F966B4" w:rsidRPr="00F966B4" w14:paraId="1057F964" w14:textId="77777777" w:rsidTr="00754478">
        <w:trPr>
          <w:trHeight w:val="272"/>
        </w:trPr>
        <w:tc>
          <w:tcPr>
            <w:tcW w:w="3098" w:type="dxa"/>
            <w:vMerge/>
            <w:tcBorders>
              <w:bottom w:val="single" w:sz="4" w:space="0" w:color="000000"/>
              <w:right w:val="single" w:sz="4" w:space="0" w:color="auto"/>
            </w:tcBorders>
          </w:tcPr>
          <w:p w14:paraId="5A5AC6A3" w14:textId="77777777" w:rsidR="00F966B4" w:rsidRPr="00F966B4" w:rsidRDefault="00F966B4" w:rsidP="00F966B4">
            <w:pPr>
              <w:rPr>
                <w:rFonts w:ascii="Times New Roman" w:hAnsi="Times New Roman"/>
                <w:b/>
                <w:bCs/>
                <w:lang w:val="et-EE"/>
              </w:rPr>
            </w:pPr>
          </w:p>
        </w:tc>
        <w:tc>
          <w:tcPr>
            <w:tcW w:w="6190" w:type="dxa"/>
            <w:tcBorders>
              <w:left w:val="single" w:sz="4" w:space="0" w:color="auto"/>
            </w:tcBorders>
          </w:tcPr>
          <w:p w14:paraId="67833CEB" w14:textId="77777777" w:rsidR="00F966B4" w:rsidRPr="00F966B4" w:rsidRDefault="00F966B4" w:rsidP="00F966B4">
            <w:pPr>
              <w:rPr>
                <w:rFonts w:ascii="Times New Roman" w:hAnsi="Times New Roman"/>
                <w:lang w:val="et-EE"/>
              </w:rPr>
            </w:pPr>
            <w:r w:rsidRPr="00F966B4">
              <w:rPr>
                <w:rFonts w:ascii="Times New Roman" w:hAnsi="Times New Roman"/>
                <w:lang w:val="et-EE"/>
              </w:rPr>
              <w:t xml:space="preserve">Lepingu sõlmija e-posti aadress, telefoni number (mitte lisada organisatsiooni üldtelefoni) </w:t>
            </w:r>
          </w:p>
          <w:p w14:paraId="30C4FE2E" w14:textId="77777777" w:rsidR="00F966B4" w:rsidRPr="00F966B4" w:rsidRDefault="00F966B4" w:rsidP="00F966B4">
            <w:pPr>
              <w:rPr>
                <w:rFonts w:ascii="Times New Roman" w:hAnsi="Times New Roman"/>
                <w:lang w:val="et-EE"/>
              </w:rPr>
            </w:pPr>
            <w:hyperlink r:id="rId12" w:history="1">
              <w:r w:rsidRPr="00F966B4">
                <w:rPr>
                  <w:rStyle w:val="Hyperlink"/>
                  <w:rFonts w:ascii="Times New Roman" w:hAnsi="Times New Roman"/>
                  <w:color w:val="auto"/>
                  <w:lang w:val="et-EE"/>
                </w:rPr>
                <w:t xml:space="preserve"> Andra.McManus @elektrilevi.ee</w:t>
              </w:r>
            </w:hyperlink>
            <w:r w:rsidRPr="00F966B4">
              <w:rPr>
                <w:rFonts w:ascii="Times New Roman" w:hAnsi="Times New Roman"/>
                <w:lang w:val="et-EE"/>
              </w:rPr>
              <w:t>, tel 5123441</w:t>
            </w:r>
          </w:p>
        </w:tc>
      </w:tr>
      <w:tr w:rsidR="00F966B4" w:rsidRPr="00F966B4" w14:paraId="5C3FCC24" w14:textId="77777777" w:rsidTr="00754478">
        <w:trPr>
          <w:trHeight w:val="94"/>
        </w:trPr>
        <w:tc>
          <w:tcPr>
            <w:tcW w:w="3098" w:type="dxa"/>
            <w:vMerge w:val="restart"/>
            <w:tcBorders>
              <w:right w:val="single" w:sz="4" w:space="0" w:color="auto"/>
            </w:tcBorders>
          </w:tcPr>
          <w:p w14:paraId="1A071A2B" w14:textId="77777777" w:rsidR="00F966B4" w:rsidRPr="00F966B4" w:rsidRDefault="00F966B4" w:rsidP="00F966B4">
            <w:pPr>
              <w:rPr>
                <w:rFonts w:ascii="Times New Roman" w:hAnsi="Times New Roman"/>
                <w:b/>
                <w:bCs/>
                <w:lang w:val="et-EE"/>
              </w:rPr>
            </w:pPr>
            <w:r w:rsidRPr="00F966B4">
              <w:rPr>
                <w:rFonts w:ascii="Times New Roman" w:hAnsi="Times New Roman"/>
                <w:b/>
                <w:bCs/>
                <w:lang w:val="et-EE"/>
              </w:rPr>
              <w:t>TAOTLEJA KONTAKTISIK menetlemisel (kui erineb lepingu allkirjastajast)</w:t>
            </w:r>
          </w:p>
        </w:tc>
        <w:tc>
          <w:tcPr>
            <w:tcW w:w="6190" w:type="dxa"/>
            <w:tcBorders>
              <w:left w:val="single" w:sz="4" w:space="0" w:color="auto"/>
            </w:tcBorders>
          </w:tcPr>
          <w:p w14:paraId="1D8396E0" w14:textId="77777777" w:rsidR="00F966B4" w:rsidRPr="00F966B4" w:rsidRDefault="00F966B4" w:rsidP="00F966B4">
            <w:pPr>
              <w:rPr>
                <w:rFonts w:ascii="Times New Roman" w:hAnsi="Times New Roman"/>
                <w:lang w:val="et-EE"/>
              </w:rPr>
            </w:pPr>
            <w:r w:rsidRPr="00F966B4">
              <w:rPr>
                <w:rFonts w:ascii="Times New Roman" w:hAnsi="Times New Roman"/>
                <w:lang w:val="et-EE"/>
              </w:rPr>
              <w:t>Nimi:</w:t>
            </w:r>
            <w:r w:rsidRPr="00F966B4">
              <w:rPr>
                <w:rFonts w:ascii="Times New Roman" w:hAnsi="Times New Roman"/>
              </w:rPr>
              <w:t xml:space="preserve"> Krista Ahman</w:t>
            </w:r>
          </w:p>
        </w:tc>
      </w:tr>
      <w:tr w:rsidR="00F966B4" w:rsidRPr="00F966B4" w14:paraId="732FD939" w14:textId="77777777" w:rsidTr="00754478">
        <w:trPr>
          <w:trHeight w:val="93"/>
        </w:trPr>
        <w:tc>
          <w:tcPr>
            <w:tcW w:w="3098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168766D5" w14:textId="77777777" w:rsidR="00F966B4" w:rsidRPr="00F966B4" w:rsidRDefault="00F966B4" w:rsidP="00F966B4">
            <w:pPr>
              <w:rPr>
                <w:rFonts w:ascii="Times New Roman" w:hAnsi="Times New Roman"/>
                <w:b/>
                <w:bCs/>
                <w:lang w:val="et-EE"/>
              </w:rPr>
            </w:pPr>
          </w:p>
        </w:tc>
        <w:tc>
          <w:tcPr>
            <w:tcW w:w="6190" w:type="dxa"/>
            <w:tcBorders>
              <w:left w:val="single" w:sz="4" w:space="0" w:color="auto"/>
            </w:tcBorders>
          </w:tcPr>
          <w:p w14:paraId="6380C67A" w14:textId="77777777" w:rsidR="00F966B4" w:rsidRPr="00F966B4" w:rsidRDefault="00F966B4" w:rsidP="00F966B4">
            <w:pPr>
              <w:rPr>
                <w:rFonts w:ascii="Times New Roman" w:hAnsi="Times New Roman"/>
                <w:lang w:val="et-EE"/>
              </w:rPr>
            </w:pPr>
            <w:r w:rsidRPr="00F966B4">
              <w:rPr>
                <w:rFonts w:ascii="Times New Roman" w:hAnsi="Times New Roman"/>
                <w:lang w:val="et-EE"/>
              </w:rPr>
              <w:t xml:space="preserve">e-posti aadress, telefoni number </w:t>
            </w:r>
          </w:p>
          <w:p w14:paraId="2A9D1879" w14:textId="77777777" w:rsidR="00242CFD" w:rsidRDefault="00F966B4" w:rsidP="00F966B4">
            <w:pPr>
              <w:rPr>
                <w:rFonts w:ascii="Times New Roman" w:hAnsi="Times New Roman"/>
              </w:rPr>
            </w:pPr>
            <w:hyperlink r:id="rId13" w:history="1">
              <w:r w:rsidRPr="00242CFD">
                <w:rPr>
                  <w:rStyle w:val="Hyperlink"/>
                  <w:rFonts w:ascii="Times New Roman" w:hAnsi="Times New Roman"/>
                  <w:color w:val="auto"/>
                  <w:u w:val="none"/>
                </w:rPr>
                <w:t>Krista.Ahman@elektrilevi.ee</w:t>
              </w:r>
            </w:hyperlink>
            <w:r w:rsidRPr="00F966B4">
              <w:rPr>
                <w:rFonts w:ascii="Times New Roman" w:hAnsi="Times New Roman"/>
              </w:rPr>
              <w:t xml:space="preserve"> </w:t>
            </w:r>
          </w:p>
          <w:p w14:paraId="05F06A6F" w14:textId="51AAE1C6" w:rsidR="00F966B4" w:rsidRPr="00F966B4" w:rsidRDefault="00F966B4" w:rsidP="00242CFD">
            <w:pPr>
              <w:rPr>
                <w:rFonts w:ascii="Times New Roman" w:hAnsi="Times New Roman"/>
                <w:lang w:val="et-EE"/>
              </w:rPr>
            </w:pPr>
            <w:r w:rsidRPr="00F966B4">
              <w:rPr>
                <w:rFonts w:ascii="Times New Roman" w:hAnsi="Times New Roman"/>
              </w:rPr>
              <w:t>5291160</w:t>
            </w:r>
          </w:p>
        </w:tc>
      </w:tr>
      <w:tr w:rsidR="00F966B4" w:rsidRPr="00F966B4" w14:paraId="2F586E54" w14:textId="77777777" w:rsidTr="00754478">
        <w:trPr>
          <w:trHeight w:val="50"/>
        </w:trPr>
        <w:tc>
          <w:tcPr>
            <w:tcW w:w="3098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0DAD42B1" w14:textId="77777777" w:rsidR="00F966B4" w:rsidRPr="00F966B4" w:rsidRDefault="00F966B4" w:rsidP="00F966B4">
            <w:pPr>
              <w:rPr>
                <w:rFonts w:ascii="Times New Roman" w:hAnsi="Times New Roman"/>
                <w:b/>
                <w:bCs/>
                <w:lang w:val="et-EE"/>
              </w:rPr>
            </w:pPr>
          </w:p>
        </w:tc>
        <w:tc>
          <w:tcPr>
            <w:tcW w:w="6190" w:type="dxa"/>
            <w:vMerge w:val="restart"/>
            <w:tcBorders>
              <w:left w:val="single" w:sz="4" w:space="0" w:color="auto"/>
            </w:tcBorders>
          </w:tcPr>
          <w:p w14:paraId="4AE431D4" w14:textId="77777777" w:rsidR="00F966B4" w:rsidRPr="00F966B4" w:rsidRDefault="00F966B4" w:rsidP="00F966B4">
            <w:pPr>
              <w:rPr>
                <w:rFonts w:ascii="Times New Roman" w:hAnsi="Times New Roman"/>
                <w:lang w:val="et-EE"/>
              </w:rPr>
            </w:pPr>
            <w:r w:rsidRPr="00F966B4">
              <w:rPr>
                <w:rFonts w:ascii="Times New Roman" w:hAnsi="Times New Roman"/>
                <w:iCs/>
              </w:rPr>
              <w:t>Tehnovõrk on vajalik avalikes huvides ning arenduskohustuse täitmiseks</w:t>
            </w:r>
          </w:p>
        </w:tc>
      </w:tr>
      <w:tr w:rsidR="00F966B4" w:rsidRPr="00F966B4" w14:paraId="6D81C5B7" w14:textId="77777777" w:rsidTr="00754478">
        <w:trPr>
          <w:trHeight w:val="272"/>
        </w:trPr>
        <w:tc>
          <w:tcPr>
            <w:tcW w:w="3098" w:type="dxa"/>
            <w:tcBorders>
              <w:top w:val="nil"/>
              <w:right w:val="single" w:sz="4" w:space="0" w:color="auto"/>
            </w:tcBorders>
          </w:tcPr>
          <w:p w14:paraId="6E8D5DF6" w14:textId="77777777" w:rsidR="00F966B4" w:rsidRPr="00F966B4" w:rsidRDefault="00F966B4" w:rsidP="00F966B4">
            <w:pPr>
              <w:rPr>
                <w:rFonts w:ascii="Times New Roman" w:hAnsi="Times New Roman"/>
                <w:b/>
                <w:bCs/>
                <w:lang w:val="et-EE"/>
              </w:rPr>
            </w:pPr>
            <w:r w:rsidRPr="00F966B4">
              <w:rPr>
                <w:rFonts w:ascii="Times New Roman" w:hAnsi="Times New Roman"/>
                <w:b/>
                <w:bCs/>
                <w:lang w:val="et-EE"/>
              </w:rPr>
              <w:t>TEHNORAJATISE PAIGALDAMISE EESMÄRK</w:t>
            </w:r>
          </w:p>
        </w:tc>
        <w:tc>
          <w:tcPr>
            <w:tcW w:w="6190" w:type="dxa"/>
            <w:vMerge/>
            <w:tcBorders>
              <w:left w:val="single" w:sz="4" w:space="0" w:color="auto"/>
            </w:tcBorders>
          </w:tcPr>
          <w:p w14:paraId="405A9137" w14:textId="77777777" w:rsidR="00F966B4" w:rsidRPr="00F966B4" w:rsidRDefault="00F966B4" w:rsidP="00F966B4">
            <w:pPr>
              <w:rPr>
                <w:rFonts w:ascii="Times New Roman" w:hAnsi="Times New Roman"/>
                <w:b/>
                <w:bCs/>
                <w:u w:val="single"/>
                <w:lang w:val="et-EE"/>
              </w:rPr>
            </w:pPr>
          </w:p>
        </w:tc>
      </w:tr>
      <w:tr w:rsidR="00F966B4" w:rsidRPr="00F966B4" w14:paraId="1CCD685B" w14:textId="77777777" w:rsidTr="00754478">
        <w:trPr>
          <w:trHeight w:val="580"/>
        </w:trPr>
        <w:tc>
          <w:tcPr>
            <w:tcW w:w="3098" w:type="dxa"/>
            <w:vMerge w:val="restart"/>
            <w:tcBorders>
              <w:right w:val="single" w:sz="4" w:space="0" w:color="auto"/>
            </w:tcBorders>
          </w:tcPr>
          <w:p w14:paraId="268AFC69" w14:textId="77777777" w:rsidR="00F966B4" w:rsidRPr="00F966B4" w:rsidRDefault="00F966B4" w:rsidP="00F966B4">
            <w:pPr>
              <w:rPr>
                <w:rFonts w:ascii="Times New Roman" w:hAnsi="Times New Roman"/>
                <w:b/>
                <w:bCs/>
                <w:lang w:val="et-EE"/>
              </w:rPr>
            </w:pPr>
          </w:p>
          <w:p w14:paraId="3D021698" w14:textId="77777777" w:rsidR="00F966B4" w:rsidRPr="00F966B4" w:rsidRDefault="00F966B4" w:rsidP="00F966B4">
            <w:pPr>
              <w:rPr>
                <w:rFonts w:ascii="Times New Roman" w:hAnsi="Times New Roman"/>
                <w:b/>
                <w:bCs/>
                <w:lang w:val="et-EE"/>
              </w:rPr>
            </w:pPr>
            <w:r w:rsidRPr="00F966B4">
              <w:rPr>
                <w:rFonts w:ascii="Times New Roman" w:hAnsi="Times New Roman"/>
                <w:b/>
                <w:bCs/>
                <w:lang w:val="et-EE"/>
              </w:rPr>
              <w:t>PROJEKT (Transpordiametis kooskõlastatud)</w:t>
            </w:r>
          </w:p>
        </w:tc>
        <w:tc>
          <w:tcPr>
            <w:tcW w:w="6190" w:type="dxa"/>
            <w:tcBorders>
              <w:left w:val="single" w:sz="4" w:space="0" w:color="auto"/>
            </w:tcBorders>
          </w:tcPr>
          <w:p w14:paraId="1429A5E1" w14:textId="60DCBB5B" w:rsidR="00F966B4" w:rsidRPr="00F966B4" w:rsidRDefault="00F966B4" w:rsidP="007A1375">
            <w:pPr>
              <w:rPr>
                <w:rFonts w:ascii="Times New Roman" w:hAnsi="Times New Roman"/>
                <w:lang w:val="et-EE"/>
              </w:rPr>
            </w:pPr>
            <w:r w:rsidRPr="00F966B4">
              <w:rPr>
                <w:rFonts w:ascii="Times New Roman" w:hAnsi="Times New Roman"/>
                <w:lang w:val="et-EE"/>
              </w:rPr>
              <w:t>Projekti nimetus ja number</w:t>
            </w:r>
            <w:r w:rsidR="00B11D32">
              <w:rPr>
                <w:rFonts w:ascii="Times New Roman" w:hAnsi="Times New Roman"/>
                <w:lang w:val="et-EE"/>
              </w:rPr>
              <w:t xml:space="preserve">: </w:t>
            </w:r>
            <w:r w:rsidR="0006579C">
              <w:t xml:space="preserve"> </w:t>
            </w:r>
            <w:r w:rsidR="007A1375" w:rsidRPr="007A1375">
              <w:rPr>
                <w:rFonts w:ascii="Times New Roman" w:hAnsi="Times New Roman"/>
                <w:i/>
                <w:iCs/>
                <w:lang w:val="et-EE"/>
              </w:rPr>
              <w:t xml:space="preserve"> LC4098 „Raudtee tn 2 kinnistu liitumine elektrivõrguga, Mustvee linn, Mustvee vald, Jõgeva maakond“</w:t>
            </w:r>
          </w:p>
        </w:tc>
      </w:tr>
      <w:tr w:rsidR="00F966B4" w:rsidRPr="00F966B4" w14:paraId="403F0261" w14:textId="77777777" w:rsidTr="00754478">
        <w:trPr>
          <w:trHeight w:val="580"/>
        </w:trPr>
        <w:tc>
          <w:tcPr>
            <w:tcW w:w="3098" w:type="dxa"/>
            <w:vMerge/>
            <w:tcBorders>
              <w:right w:val="single" w:sz="4" w:space="0" w:color="auto"/>
            </w:tcBorders>
          </w:tcPr>
          <w:p w14:paraId="0F2926B4" w14:textId="77777777" w:rsidR="00F966B4" w:rsidRPr="00F966B4" w:rsidRDefault="00F966B4" w:rsidP="00F966B4">
            <w:pPr>
              <w:rPr>
                <w:rFonts w:ascii="Times New Roman" w:hAnsi="Times New Roman"/>
                <w:b/>
                <w:bCs/>
                <w:lang w:val="et-EE"/>
              </w:rPr>
            </w:pPr>
          </w:p>
        </w:tc>
        <w:tc>
          <w:tcPr>
            <w:tcW w:w="6190" w:type="dxa"/>
            <w:tcBorders>
              <w:left w:val="single" w:sz="4" w:space="0" w:color="auto"/>
            </w:tcBorders>
          </w:tcPr>
          <w:p w14:paraId="368732A1" w14:textId="5EF40D72" w:rsidR="007A2F74" w:rsidRPr="007A2F74" w:rsidRDefault="00F966B4" w:rsidP="007A2F74">
            <w:pPr>
              <w:rPr>
                <w:rFonts w:ascii="Times New Roman" w:hAnsi="Times New Roman"/>
                <w:lang w:val="et-EE"/>
              </w:rPr>
            </w:pPr>
            <w:r w:rsidRPr="00F966B4">
              <w:rPr>
                <w:rFonts w:ascii="Times New Roman" w:hAnsi="Times New Roman"/>
                <w:lang w:val="et-EE"/>
              </w:rPr>
              <w:t xml:space="preserve">Projekti koostaja; </w:t>
            </w:r>
            <w:r w:rsidR="007A2F74">
              <w:t xml:space="preserve"> </w:t>
            </w:r>
            <w:r w:rsidR="00A5527F" w:rsidRPr="00A5527F">
              <w:rPr>
                <w:rFonts w:ascii="Times New Roman" w:hAnsi="Times New Roman"/>
              </w:rPr>
              <w:t>Elram OÜ</w:t>
            </w:r>
          </w:p>
          <w:p w14:paraId="01DAC187" w14:textId="0B7F10AD" w:rsidR="00F966B4" w:rsidRPr="00F966B4" w:rsidRDefault="00A5527F" w:rsidP="007A2F74">
            <w:pPr>
              <w:rPr>
                <w:rFonts w:ascii="Times New Roman" w:hAnsi="Times New Roman"/>
                <w:lang w:val="et-EE"/>
              </w:rPr>
            </w:pPr>
            <w:r w:rsidRPr="00A5527F">
              <w:rPr>
                <w:rFonts w:ascii="Times New Roman" w:hAnsi="Times New Roman"/>
              </w:rPr>
              <w:t>Andres Pukka</w:t>
            </w:r>
            <w:r w:rsidR="00D72144">
              <w:rPr>
                <w:rFonts w:ascii="Times New Roman" w:hAnsi="Times New Roman"/>
              </w:rPr>
              <w:t xml:space="preserve">, </w:t>
            </w:r>
            <w:r w:rsidR="00D847FB" w:rsidRPr="00D847FB">
              <w:rPr>
                <w:rFonts w:ascii="Times New Roman" w:hAnsi="Times New Roman"/>
              </w:rPr>
              <w:t>Andres.Pukka@elram.ee</w:t>
            </w:r>
          </w:p>
        </w:tc>
      </w:tr>
      <w:tr w:rsidR="00F966B4" w:rsidRPr="00F966B4" w14:paraId="325992C6" w14:textId="77777777" w:rsidTr="00754478">
        <w:trPr>
          <w:trHeight w:val="580"/>
        </w:trPr>
        <w:tc>
          <w:tcPr>
            <w:tcW w:w="3098" w:type="dxa"/>
            <w:vMerge/>
            <w:tcBorders>
              <w:right w:val="single" w:sz="4" w:space="0" w:color="auto"/>
            </w:tcBorders>
          </w:tcPr>
          <w:p w14:paraId="4C4B0EC5" w14:textId="77777777" w:rsidR="00F966B4" w:rsidRPr="00F966B4" w:rsidRDefault="00F966B4" w:rsidP="00F966B4">
            <w:pPr>
              <w:rPr>
                <w:rFonts w:ascii="Times New Roman" w:hAnsi="Times New Roman"/>
                <w:b/>
                <w:bCs/>
                <w:lang w:val="et-EE"/>
              </w:rPr>
            </w:pPr>
          </w:p>
        </w:tc>
        <w:tc>
          <w:tcPr>
            <w:tcW w:w="6190" w:type="dxa"/>
            <w:tcBorders>
              <w:left w:val="single" w:sz="4" w:space="0" w:color="auto"/>
            </w:tcBorders>
          </w:tcPr>
          <w:p w14:paraId="041B9CC3" w14:textId="7DEA94DB" w:rsidR="00F966B4" w:rsidRPr="00F966B4" w:rsidRDefault="00F966B4" w:rsidP="00344705">
            <w:pPr>
              <w:rPr>
                <w:rFonts w:ascii="Times New Roman" w:hAnsi="Times New Roman"/>
                <w:lang w:val="et-EE"/>
              </w:rPr>
            </w:pPr>
            <w:r w:rsidRPr="00F966B4">
              <w:rPr>
                <w:rFonts w:ascii="Times New Roman" w:hAnsi="Times New Roman"/>
                <w:lang w:val="et-EE"/>
              </w:rPr>
              <w:t xml:space="preserve">Transpordiameti kooskõlastuse vastuskirja kuupäev ja number: </w:t>
            </w:r>
            <w:r w:rsidR="008541B7">
              <w:t xml:space="preserve"> </w:t>
            </w:r>
            <w:r w:rsidR="00A620C2" w:rsidRPr="00A620C2">
              <w:rPr>
                <w:rFonts w:ascii="Times New Roman" w:hAnsi="Times New Roman"/>
                <w:lang w:val="et-EE"/>
              </w:rPr>
              <w:t>13.10.2025  nr 7.1-2/25/16225-2</w:t>
            </w:r>
          </w:p>
        </w:tc>
      </w:tr>
      <w:tr w:rsidR="00F966B4" w:rsidRPr="00F966B4" w14:paraId="3369F027" w14:textId="77777777" w:rsidTr="00754478">
        <w:trPr>
          <w:trHeight w:val="312"/>
        </w:trPr>
        <w:tc>
          <w:tcPr>
            <w:tcW w:w="309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316076AB" w14:textId="77777777" w:rsidR="00F966B4" w:rsidRPr="00F966B4" w:rsidRDefault="00F966B4" w:rsidP="00F966B4">
            <w:pPr>
              <w:rPr>
                <w:rFonts w:ascii="Times New Roman" w:hAnsi="Times New Roman"/>
                <w:b/>
                <w:bCs/>
                <w:lang w:val="et-EE"/>
              </w:rPr>
            </w:pPr>
          </w:p>
          <w:p w14:paraId="5CB55590" w14:textId="77777777" w:rsidR="00F966B4" w:rsidRPr="00F966B4" w:rsidRDefault="00F966B4" w:rsidP="00F966B4">
            <w:pPr>
              <w:rPr>
                <w:rFonts w:ascii="Times New Roman" w:hAnsi="Times New Roman"/>
                <w:b/>
                <w:bCs/>
                <w:lang w:val="et-EE"/>
              </w:rPr>
            </w:pPr>
          </w:p>
          <w:p w14:paraId="33A04E2E" w14:textId="77777777" w:rsidR="00F966B4" w:rsidRPr="00F966B4" w:rsidRDefault="00F966B4" w:rsidP="00F966B4">
            <w:pPr>
              <w:rPr>
                <w:rFonts w:ascii="Times New Roman" w:hAnsi="Times New Roman"/>
                <w:b/>
                <w:bCs/>
                <w:lang w:val="et-EE"/>
              </w:rPr>
            </w:pPr>
          </w:p>
          <w:p w14:paraId="27E3FE86" w14:textId="77777777" w:rsidR="00F966B4" w:rsidRPr="00F966B4" w:rsidRDefault="00F966B4" w:rsidP="00F966B4">
            <w:pPr>
              <w:rPr>
                <w:rFonts w:ascii="Times New Roman" w:hAnsi="Times New Roman"/>
                <w:b/>
                <w:bCs/>
                <w:lang w:val="et-EE"/>
              </w:rPr>
            </w:pPr>
          </w:p>
          <w:p w14:paraId="70A81CEA" w14:textId="77777777" w:rsidR="00F966B4" w:rsidRPr="00F966B4" w:rsidRDefault="00F966B4" w:rsidP="00F966B4">
            <w:pPr>
              <w:rPr>
                <w:rFonts w:ascii="Times New Roman" w:hAnsi="Times New Roman"/>
                <w:b/>
                <w:bCs/>
                <w:lang w:val="et-EE"/>
              </w:rPr>
            </w:pPr>
          </w:p>
          <w:p w14:paraId="7C6A2CB9" w14:textId="77777777" w:rsidR="00F966B4" w:rsidRPr="00F966B4" w:rsidRDefault="00F966B4" w:rsidP="00344705">
            <w:pPr>
              <w:ind w:left="360"/>
              <w:rPr>
                <w:rFonts w:ascii="Times New Roman" w:hAnsi="Times New Roman"/>
                <w:b/>
                <w:bCs/>
                <w:lang w:val="et-EE"/>
              </w:rPr>
            </w:pPr>
            <w:r w:rsidRPr="00F966B4">
              <w:rPr>
                <w:rFonts w:ascii="Times New Roman" w:hAnsi="Times New Roman"/>
                <w:b/>
                <w:bCs/>
                <w:lang w:val="et-EE"/>
              </w:rPr>
              <w:t>1.KOORMATAVA</w:t>
            </w:r>
          </w:p>
          <w:p w14:paraId="1042AED2" w14:textId="77777777" w:rsidR="00F966B4" w:rsidRPr="00F966B4" w:rsidRDefault="00F966B4" w:rsidP="00F966B4">
            <w:pPr>
              <w:rPr>
                <w:rFonts w:ascii="Times New Roman" w:hAnsi="Times New Roman"/>
                <w:b/>
                <w:bCs/>
                <w:lang w:val="et-EE"/>
              </w:rPr>
            </w:pPr>
            <w:r w:rsidRPr="00F966B4">
              <w:rPr>
                <w:rFonts w:ascii="Times New Roman" w:hAnsi="Times New Roman"/>
                <w:b/>
                <w:bCs/>
                <w:lang w:val="et-EE"/>
              </w:rPr>
              <w:t>RIIGIMAA ANDMED (info RKVRist ja Maa- ja Ruumiameti kaardirakendusest)</w:t>
            </w:r>
          </w:p>
          <w:p w14:paraId="69395A45" w14:textId="77777777" w:rsidR="00F966B4" w:rsidRPr="00F966B4" w:rsidRDefault="00F966B4" w:rsidP="00F966B4">
            <w:pPr>
              <w:rPr>
                <w:rFonts w:ascii="Times New Roman" w:hAnsi="Times New Roman"/>
                <w:b/>
                <w:bCs/>
                <w:lang w:val="et-EE"/>
              </w:rPr>
            </w:pPr>
          </w:p>
        </w:tc>
        <w:tc>
          <w:tcPr>
            <w:tcW w:w="6190" w:type="dxa"/>
            <w:tcBorders>
              <w:left w:val="single" w:sz="4" w:space="0" w:color="auto"/>
            </w:tcBorders>
          </w:tcPr>
          <w:p w14:paraId="02CAA6B4" w14:textId="4CEE4C8A" w:rsidR="00F966B4" w:rsidRPr="003A35EB" w:rsidRDefault="00F966B4" w:rsidP="00344705">
            <w:pPr>
              <w:rPr>
                <w:rFonts w:ascii="Times New Roman" w:hAnsi="Times New Roman"/>
                <w:lang w:val="et-EE"/>
              </w:rPr>
            </w:pPr>
            <w:r w:rsidRPr="003A35EB">
              <w:rPr>
                <w:rFonts w:ascii="Times New Roman" w:hAnsi="Times New Roman"/>
                <w:lang w:val="et-EE"/>
              </w:rPr>
              <w:t>Number ja nimetus</w:t>
            </w:r>
            <w:r w:rsidR="00392D47">
              <w:rPr>
                <w:rFonts w:ascii="Times New Roman" w:hAnsi="Times New Roman"/>
                <w:lang w:val="et-EE"/>
              </w:rPr>
              <w:t xml:space="preserve">: </w:t>
            </w:r>
            <w:r w:rsidR="002A6E8F" w:rsidRPr="002A6E8F">
              <w:rPr>
                <w:rFonts w:ascii="Times New Roman" w:hAnsi="Times New Roman"/>
              </w:rPr>
              <w:t>13114 Kalma-Mustvee tee L3</w:t>
            </w:r>
          </w:p>
        </w:tc>
      </w:tr>
      <w:tr w:rsidR="00F966B4" w:rsidRPr="00F966B4" w14:paraId="7C083D3D" w14:textId="77777777" w:rsidTr="00754478">
        <w:trPr>
          <w:trHeight w:val="415"/>
        </w:trPr>
        <w:tc>
          <w:tcPr>
            <w:tcW w:w="30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22EDAD2" w14:textId="77777777" w:rsidR="00F966B4" w:rsidRPr="00F966B4" w:rsidRDefault="00F966B4" w:rsidP="00F966B4">
            <w:pPr>
              <w:rPr>
                <w:rFonts w:ascii="Times New Roman" w:hAnsi="Times New Roman"/>
                <w:b/>
                <w:bCs/>
                <w:lang w:val="et-EE"/>
              </w:rPr>
            </w:pPr>
          </w:p>
        </w:tc>
        <w:tc>
          <w:tcPr>
            <w:tcW w:w="6190" w:type="dxa"/>
            <w:tcBorders>
              <w:left w:val="single" w:sz="4" w:space="0" w:color="auto"/>
            </w:tcBorders>
          </w:tcPr>
          <w:p w14:paraId="5A8D5BD1" w14:textId="1DEF67E9" w:rsidR="00F966B4" w:rsidRPr="003A35EB" w:rsidRDefault="00F966B4" w:rsidP="00F966B4">
            <w:pPr>
              <w:rPr>
                <w:rFonts w:ascii="Times New Roman" w:hAnsi="Times New Roman"/>
                <w:lang w:val="et-EE"/>
              </w:rPr>
            </w:pPr>
            <w:r w:rsidRPr="003A35EB">
              <w:rPr>
                <w:rFonts w:ascii="Times New Roman" w:hAnsi="Times New Roman"/>
                <w:lang w:val="et-EE"/>
              </w:rPr>
              <w:t>Katastritunnus:</w:t>
            </w:r>
            <w:r w:rsidR="008E2FA0" w:rsidRPr="008E2FA0">
              <w:rPr>
                <w:rFonts w:ascii="Times New Roman" w:hAnsi="Times New Roman"/>
              </w:rPr>
              <w:t>48501:006:0008</w:t>
            </w:r>
          </w:p>
        </w:tc>
      </w:tr>
      <w:tr w:rsidR="00F966B4" w:rsidRPr="00F966B4" w14:paraId="7B18944B" w14:textId="77777777" w:rsidTr="00754478">
        <w:trPr>
          <w:trHeight w:val="378"/>
        </w:trPr>
        <w:tc>
          <w:tcPr>
            <w:tcW w:w="30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322359C" w14:textId="77777777" w:rsidR="00F966B4" w:rsidRPr="00F966B4" w:rsidRDefault="00F966B4" w:rsidP="00F966B4">
            <w:pPr>
              <w:rPr>
                <w:rFonts w:ascii="Times New Roman" w:hAnsi="Times New Roman"/>
                <w:b/>
                <w:bCs/>
                <w:lang w:val="et-EE"/>
              </w:rPr>
            </w:pPr>
          </w:p>
        </w:tc>
        <w:tc>
          <w:tcPr>
            <w:tcW w:w="6190" w:type="dxa"/>
            <w:tcBorders>
              <w:left w:val="single" w:sz="4" w:space="0" w:color="auto"/>
            </w:tcBorders>
          </w:tcPr>
          <w:p w14:paraId="326F839B" w14:textId="03F763CB" w:rsidR="00F966B4" w:rsidRPr="003A35EB" w:rsidRDefault="00F966B4" w:rsidP="00F966B4">
            <w:pPr>
              <w:rPr>
                <w:rFonts w:ascii="Times New Roman" w:hAnsi="Times New Roman"/>
                <w:lang w:val="et-EE"/>
              </w:rPr>
            </w:pPr>
            <w:r w:rsidRPr="003A35EB">
              <w:rPr>
                <w:rFonts w:ascii="Times New Roman" w:hAnsi="Times New Roman"/>
                <w:lang w:val="et-EE"/>
              </w:rPr>
              <w:t xml:space="preserve">Kinnistu registriosa number: </w:t>
            </w:r>
            <w:r w:rsidR="00D503D7" w:rsidRPr="008E2FA0">
              <w:rPr>
                <w:rFonts w:ascii="Times New Roman" w:hAnsi="Times New Roman"/>
                <w:lang w:val="et-EE"/>
              </w:rPr>
              <w:tab/>
            </w:r>
            <w:hyperlink r:id="rId14" w:tgtFrame="_blank" w:history="1">
              <w:r w:rsidR="008E2FA0" w:rsidRPr="008E2FA0">
                <w:rPr>
                  <w:rStyle w:val="Hyperlink"/>
                  <w:rFonts w:ascii="Times New Roman" w:hAnsi="Times New Roman"/>
                  <w:color w:val="auto"/>
                  <w:u w:val="none"/>
                </w:rPr>
                <w:t>5839950</w:t>
              </w:r>
            </w:hyperlink>
          </w:p>
        </w:tc>
      </w:tr>
      <w:tr w:rsidR="00F966B4" w:rsidRPr="00F966B4" w14:paraId="6DC79571" w14:textId="77777777" w:rsidTr="00754478">
        <w:trPr>
          <w:trHeight w:val="378"/>
        </w:trPr>
        <w:tc>
          <w:tcPr>
            <w:tcW w:w="30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8FDE9EB" w14:textId="77777777" w:rsidR="00F966B4" w:rsidRPr="00F966B4" w:rsidRDefault="00F966B4" w:rsidP="00F966B4">
            <w:pPr>
              <w:rPr>
                <w:rFonts w:ascii="Times New Roman" w:hAnsi="Times New Roman"/>
                <w:b/>
                <w:bCs/>
                <w:lang w:val="et-EE"/>
              </w:rPr>
            </w:pPr>
          </w:p>
        </w:tc>
        <w:tc>
          <w:tcPr>
            <w:tcW w:w="6190" w:type="dxa"/>
            <w:tcBorders>
              <w:left w:val="single" w:sz="4" w:space="0" w:color="auto"/>
            </w:tcBorders>
          </w:tcPr>
          <w:p w14:paraId="4003D322" w14:textId="1C09CA1E" w:rsidR="00F966B4" w:rsidRPr="003A35EB" w:rsidRDefault="00F966B4" w:rsidP="00F966B4">
            <w:pPr>
              <w:rPr>
                <w:rFonts w:ascii="Times New Roman" w:hAnsi="Times New Roman"/>
                <w:lang w:val="et-EE"/>
              </w:rPr>
            </w:pPr>
            <w:r w:rsidRPr="003A35EB">
              <w:rPr>
                <w:rFonts w:ascii="Times New Roman" w:hAnsi="Times New Roman"/>
                <w:lang w:val="et-EE"/>
              </w:rPr>
              <w:t>Riigi kinnisvararegistri objekti kood</w:t>
            </w:r>
            <w:r w:rsidRPr="00416889">
              <w:rPr>
                <w:rFonts w:ascii="Times New Roman" w:hAnsi="Times New Roman"/>
                <w:lang w:val="et-EE"/>
              </w:rPr>
              <w:t xml:space="preserve">: </w:t>
            </w:r>
            <w:r w:rsidR="00465F2D" w:rsidRPr="00416889">
              <w:rPr>
                <w:rFonts w:ascii="Times New Roman" w:hAnsi="Times New Roman"/>
              </w:rPr>
              <w:t xml:space="preserve"> </w:t>
            </w:r>
            <w:hyperlink r:id="rId15" w:tgtFrame="_blank" w:history="1">
              <w:r w:rsidR="007B068E" w:rsidRPr="007B068E">
                <w:rPr>
                  <w:rStyle w:val="Hyperlink"/>
                  <w:rFonts w:ascii="Times New Roman" w:hAnsi="Times New Roman"/>
                  <w:color w:val="auto"/>
                </w:rPr>
                <w:t>KV68390</w:t>
              </w:r>
            </w:hyperlink>
          </w:p>
        </w:tc>
      </w:tr>
      <w:tr w:rsidR="00F966B4" w:rsidRPr="00F966B4" w14:paraId="3C061758" w14:textId="77777777" w:rsidTr="00754478">
        <w:trPr>
          <w:trHeight w:val="453"/>
        </w:trPr>
        <w:tc>
          <w:tcPr>
            <w:tcW w:w="3098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1CBD04F1" w14:textId="77777777" w:rsidR="00F966B4" w:rsidRPr="00F966B4" w:rsidRDefault="00F966B4" w:rsidP="00F966B4">
            <w:pPr>
              <w:rPr>
                <w:rFonts w:ascii="Times New Roman" w:hAnsi="Times New Roman"/>
                <w:b/>
                <w:bCs/>
                <w:lang w:val="et-EE"/>
              </w:rPr>
            </w:pPr>
          </w:p>
        </w:tc>
        <w:tc>
          <w:tcPr>
            <w:tcW w:w="6190" w:type="dxa"/>
            <w:tcBorders>
              <w:left w:val="single" w:sz="4" w:space="0" w:color="auto"/>
            </w:tcBorders>
          </w:tcPr>
          <w:p w14:paraId="1A7352D1" w14:textId="77777777" w:rsidR="00F966B4" w:rsidRPr="00D71A71" w:rsidRDefault="00F966B4" w:rsidP="00F966B4">
            <w:pPr>
              <w:rPr>
                <w:rFonts w:ascii="Times New Roman" w:hAnsi="Times New Roman"/>
                <w:u w:val="single"/>
                <w:lang w:val="et-EE"/>
              </w:rPr>
            </w:pPr>
            <w:r w:rsidRPr="00D71A71">
              <w:rPr>
                <w:rFonts w:ascii="Times New Roman" w:hAnsi="Times New Roman"/>
                <w:u w:val="single"/>
                <w:lang w:val="et-EE"/>
              </w:rPr>
              <w:t xml:space="preserve">Kasutusõiguse sisu:  </w:t>
            </w:r>
          </w:p>
          <w:p w14:paraId="56127754" w14:textId="77777777" w:rsidR="00050CF1" w:rsidRDefault="00F966B4" w:rsidP="00050CF1">
            <w:pPr>
              <w:rPr>
                <w:rFonts w:ascii="Times New Roman" w:hAnsi="Times New Roman"/>
                <w:lang w:val="et-EE"/>
              </w:rPr>
            </w:pPr>
            <w:r w:rsidRPr="00D71A71">
              <w:rPr>
                <w:rFonts w:ascii="Times New Roman" w:hAnsi="Times New Roman"/>
                <w:lang w:val="et-EE"/>
              </w:rPr>
              <w:t>elektri maakaabelliini rajamiseks</w:t>
            </w:r>
          </w:p>
          <w:p w14:paraId="089415CC" w14:textId="77777777" w:rsidR="00C963CE" w:rsidRDefault="00F966B4" w:rsidP="00050CF1">
            <w:pPr>
              <w:rPr>
                <w:rFonts w:ascii="Times New Roman" w:hAnsi="Times New Roman"/>
              </w:rPr>
            </w:pPr>
            <w:r w:rsidRPr="00D71A71">
              <w:rPr>
                <w:rFonts w:ascii="Times New Roman" w:hAnsi="Times New Roman"/>
                <w:lang w:val="et-EE"/>
              </w:rPr>
              <w:t xml:space="preserve">Ruumikuju andmed: PARI ID  </w:t>
            </w:r>
            <w:r w:rsidR="00C963CE" w:rsidRPr="00C963CE">
              <w:rPr>
                <w:rFonts w:ascii="Times New Roman" w:hAnsi="Times New Roman"/>
              </w:rPr>
              <w:t>992783</w:t>
            </w:r>
          </w:p>
          <w:p w14:paraId="2930464F" w14:textId="3D3957BF" w:rsidR="00C963CE" w:rsidRPr="0070711C" w:rsidRDefault="00C963CE" w:rsidP="006E277A">
            <w:pPr>
              <w:rPr>
                <w:rFonts w:ascii="Times New Roman" w:hAnsi="Times New Roman"/>
                <w:i/>
                <w:iCs/>
                <w:lang w:val="et-EE"/>
              </w:rPr>
            </w:pPr>
            <w:hyperlink r:id="rId16" w:history="1">
              <w:r w:rsidRPr="0015226B">
                <w:rPr>
                  <w:rStyle w:val="Hyperlink"/>
                  <w:rFonts w:ascii="Times New Roman" w:hAnsi="Times New Roman"/>
                </w:rPr>
                <w:t>https://pari.kataster.ee/magic-link/da71c25a-6b3d-445f-992d-b67188040c8c</w:t>
              </w:r>
            </w:hyperlink>
          </w:p>
        </w:tc>
      </w:tr>
      <w:tr w:rsidR="00F966B4" w:rsidRPr="00F966B4" w14:paraId="314790D5" w14:textId="77777777" w:rsidTr="00754478">
        <w:trPr>
          <w:trHeight w:val="453"/>
        </w:trPr>
        <w:tc>
          <w:tcPr>
            <w:tcW w:w="3098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50BA7238" w14:textId="77777777" w:rsidR="00F966B4" w:rsidRPr="00F966B4" w:rsidRDefault="00F966B4" w:rsidP="00F966B4">
            <w:pPr>
              <w:rPr>
                <w:rFonts w:ascii="Times New Roman" w:hAnsi="Times New Roman"/>
                <w:b/>
                <w:bCs/>
                <w:lang w:val="et-EE"/>
              </w:rPr>
            </w:pPr>
            <w:r w:rsidRPr="00F966B4">
              <w:rPr>
                <w:rFonts w:ascii="Times New Roman" w:hAnsi="Times New Roman"/>
                <w:b/>
                <w:bCs/>
                <w:lang w:val="et-EE"/>
              </w:rPr>
              <w:lastRenderedPageBreak/>
              <w:t>LEPINGU SÕLMIMISE KULUD TASUB</w:t>
            </w:r>
          </w:p>
        </w:tc>
        <w:tc>
          <w:tcPr>
            <w:tcW w:w="6190" w:type="dxa"/>
            <w:tcBorders>
              <w:left w:val="single" w:sz="4" w:space="0" w:color="auto"/>
            </w:tcBorders>
          </w:tcPr>
          <w:p w14:paraId="1BBCB3B9" w14:textId="77777777" w:rsidR="00F966B4" w:rsidRPr="00F966B4" w:rsidRDefault="00F966B4" w:rsidP="00F966B4">
            <w:pPr>
              <w:rPr>
                <w:rFonts w:ascii="Times New Roman" w:hAnsi="Times New Roman"/>
                <w:lang w:val="et-EE"/>
              </w:rPr>
            </w:pPr>
            <w:r w:rsidRPr="00F966B4">
              <w:rPr>
                <w:rFonts w:ascii="Times New Roman" w:hAnsi="Times New Roman"/>
                <w:lang w:val="et-EE"/>
              </w:rPr>
              <w:t>Elektrilevi OÜ</w:t>
            </w:r>
          </w:p>
        </w:tc>
      </w:tr>
      <w:tr w:rsidR="00F966B4" w:rsidRPr="00F966B4" w14:paraId="2F2614E5" w14:textId="77777777" w:rsidTr="00754478">
        <w:trPr>
          <w:trHeight w:val="453"/>
        </w:trPr>
        <w:tc>
          <w:tcPr>
            <w:tcW w:w="3098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14:paraId="218BFFF1" w14:textId="77777777" w:rsidR="00F966B4" w:rsidRPr="00F966B4" w:rsidRDefault="00F966B4" w:rsidP="00F966B4">
            <w:pPr>
              <w:rPr>
                <w:rFonts w:ascii="Times New Roman" w:hAnsi="Times New Roman"/>
                <w:b/>
                <w:bCs/>
                <w:lang w:val="et-EE"/>
              </w:rPr>
            </w:pPr>
            <w:r w:rsidRPr="00F966B4">
              <w:rPr>
                <w:rFonts w:ascii="Times New Roman" w:hAnsi="Times New Roman"/>
                <w:b/>
                <w:bCs/>
                <w:lang w:val="et-EE"/>
              </w:rPr>
              <w:t>TAOTLUSE LISAD</w:t>
            </w:r>
          </w:p>
        </w:tc>
        <w:tc>
          <w:tcPr>
            <w:tcW w:w="6190" w:type="dxa"/>
            <w:tcBorders>
              <w:left w:val="single" w:sz="4" w:space="0" w:color="auto"/>
            </w:tcBorders>
          </w:tcPr>
          <w:p w14:paraId="12E67BBF" w14:textId="77777777" w:rsidR="00F966B4" w:rsidRPr="00F966B4" w:rsidRDefault="00F966B4" w:rsidP="00F966B4">
            <w:pPr>
              <w:rPr>
                <w:rFonts w:ascii="Times New Roman" w:hAnsi="Times New Roman"/>
                <w:u w:val="single"/>
                <w:lang w:val="et-EE"/>
              </w:rPr>
            </w:pPr>
            <w:r w:rsidRPr="00F966B4">
              <w:rPr>
                <w:rFonts w:ascii="Times New Roman" w:hAnsi="Times New Roman"/>
                <w:u w:val="single"/>
                <w:lang w:val="et-EE"/>
              </w:rPr>
              <w:t xml:space="preserve">Isikliku kasutusõiguse seadmise plaan/-id (Plaanid peavad vastama Transpordiameti kodulehel lisatud </w:t>
            </w:r>
            <w:hyperlink r:id="rId17" w:anchor="mahasoidud-ehitamin" w:history="1">
              <w:r w:rsidRPr="00F966B4">
                <w:rPr>
                  <w:rStyle w:val="Hyperlink"/>
                  <w:rFonts w:ascii="Times New Roman" w:hAnsi="Times New Roman"/>
                  <w:color w:val="auto"/>
                  <w:lang w:val="et-EE"/>
                </w:rPr>
                <w:t>juhendile</w:t>
              </w:r>
            </w:hyperlink>
            <w:r w:rsidRPr="00F966B4">
              <w:rPr>
                <w:rFonts w:ascii="Times New Roman" w:hAnsi="Times New Roman"/>
                <w:u w:val="single"/>
                <w:lang w:val="et-EE"/>
              </w:rPr>
              <w:t xml:space="preserve"> ja Transpordiameti kooskõlastusele).</w:t>
            </w:r>
          </w:p>
        </w:tc>
      </w:tr>
      <w:tr w:rsidR="00F966B4" w:rsidRPr="00F966B4" w14:paraId="1E3E806C" w14:textId="77777777" w:rsidTr="00754478">
        <w:trPr>
          <w:trHeight w:val="453"/>
        </w:trPr>
        <w:tc>
          <w:tcPr>
            <w:tcW w:w="3098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62FC6C1B" w14:textId="77777777" w:rsidR="00F966B4" w:rsidRPr="00F966B4" w:rsidRDefault="00F966B4" w:rsidP="00F966B4">
            <w:pPr>
              <w:rPr>
                <w:rFonts w:ascii="Times New Roman" w:hAnsi="Times New Roman"/>
                <w:b/>
                <w:bCs/>
                <w:lang w:val="et-EE"/>
              </w:rPr>
            </w:pPr>
          </w:p>
        </w:tc>
        <w:tc>
          <w:tcPr>
            <w:tcW w:w="6190" w:type="dxa"/>
            <w:tcBorders>
              <w:left w:val="single" w:sz="4" w:space="0" w:color="auto"/>
            </w:tcBorders>
          </w:tcPr>
          <w:p w14:paraId="08CC3CA0" w14:textId="77777777" w:rsidR="00F966B4" w:rsidRPr="00F966B4" w:rsidRDefault="00F966B4" w:rsidP="00F966B4">
            <w:pPr>
              <w:rPr>
                <w:rFonts w:ascii="Times New Roman" w:hAnsi="Times New Roman"/>
                <w:u w:val="single"/>
                <w:lang w:val="et-EE"/>
              </w:rPr>
            </w:pPr>
            <w:r w:rsidRPr="00F966B4">
              <w:rPr>
                <w:rFonts w:ascii="Times New Roman" w:hAnsi="Times New Roman"/>
                <w:u w:val="single"/>
                <w:lang w:val="et-EE"/>
              </w:rPr>
              <w:t>Esindusvolitus</w:t>
            </w:r>
          </w:p>
        </w:tc>
      </w:tr>
    </w:tbl>
    <w:p w14:paraId="5ED16ED9" w14:textId="77777777" w:rsidR="00F966B4" w:rsidRPr="00F966B4" w:rsidRDefault="00F966B4" w:rsidP="00F966B4">
      <w:pPr>
        <w:rPr>
          <w:rFonts w:ascii="Times New Roman" w:hAnsi="Times New Roman"/>
          <w:b/>
          <w:bCs/>
          <w:lang w:val="et-EE"/>
        </w:rPr>
      </w:pPr>
    </w:p>
    <w:p w14:paraId="601D710D" w14:textId="23965CD7" w:rsidR="00CB0FEA" w:rsidRDefault="00CB0FEA" w:rsidP="00F966B4">
      <w:pPr>
        <w:rPr>
          <w:sz w:val="20"/>
          <w:szCs w:val="20"/>
        </w:rPr>
      </w:pPr>
    </w:p>
    <w:p w14:paraId="45C8A70B" w14:textId="77777777" w:rsidR="00B664C0" w:rsidRDefault="00B664C0" w:rsidP="00F966B4">
      <w:pPr>
        <w:rPr>
          <w:sz w:val="20"/>
          <w:szCs w:val="20"/>
        </w:rPr>
      </w:pPr>
    </w:p>
    <w:p w14:paraId="1E99B47A" w14:textId="77777777" w:rsidR="00B664C0" w:rsidRDefault="00B664C0" w:rsidP="00F966B4">
      <w:pPr>
        <w:rPr>
          <w:sz w:val="20"/>
          <w:szCs w:val="20"/>
        </w:rPr>
      </w:pPr>
    </w:p>
    <w:p w14:paraId="5AC54C57" w14:textId="1314F814" w:rsidR="00B664C0" w:rsidRPr="002155C5" w:rsidRDefault="00B664C0" w:rsidP="00F966B4">
      <w:pPr>
        <w:rPr>
          <w:rFonts w:ascii="Times New Roman" w:hAnsi="Times New Roman"/>
        </w:rPr>
      </w:pPr>
      <w:r w:rsidRPr="002155C5">
        <w:rPr>
          <w:rFonts w:ascii="Times New Roman" w:hAnsi="Times New Roman"/>
        </w:rPr>
        <w:t>Lugupidamisega</w:t>
      </w:r>
    </w:p>
    <w:p w14:paraId="44199E36" w14:textId="77777777" w:rsidR="00B664C0" w:rsidRPr="002155C5" w:rsidRDefault="00B664C0" w:rsidP="00F966B4">
      <w:pPr>
        <w:rPr>
          <w:rFonts w:ascii="Times New Roman" w:hAnsi="Times New Roman"/>
        </w:rPr>
      </w:pPr>
    </w:p>
    <w:p w14:paraId="5103B805" w14:textId="3D9DF3BB" w:rsidR="00B664C0" w:rsidRPr="002155C5" w:rsidRDefault="00B664C0" w:rsidP="00F966B4">
      <w:pPr>
        <w:rPr>
          <w:rFonts w:ascii="Times New Roman" w:hAnsi="Times New Roman"/>
          <w:i/>
          <w:iCs/>
        </w:rPr>
      </w:pPr>
      <w:r w:rsidRPr="002155C5">
        <w:rPr>
          <w:rFonts w:ascii="Times New Roman" w:hAnsi="Times New Roman"/>
          <w:i/>
          <w:iCs/>
        </w:rPr>
        <w:t>/allkirjastatud digitaalselt/</w:t>
      </w:r>
    </w:p>
    <w:p w14:paraId="59CE4BE2" w14:textId="77777777" w:rsidR="002155C5" w:rsidRPr="002155C5" w:rsidRDefault="002155C5" w:rsidP="00F966B4">
      <w:pPr>
        <w:rPr>
          <w:rFonts w:ascii="Times New Roman" w:hAnsi="Times New Roman"/>
        </w:rPr>
      </w:pPr>
    </w:p>
    <w:p w14:paraId="2FE7AA82" w14:textId="1C66A3D1" w:rsidR="002155C5" w:rsidRPr="002155C5" w:rsidRDefault="002155C5" w:rsidP="00F966B4">
      <w:pPr>
        <w:rPr>
          <w:rFonts w:ascii="Times New Roman" w:hAnsi="Times New Roman"/>
        </w:rPr>
      </w:pPr>
      <w:r w:rsidRPr="002155C5">
        <w:rPr>
          <w:rFonts w:ascii="Times New Roman" w:hAnsi="Times New Roman"/>
        </w:rPr>
        <w:t>Krista Ahman</w:t>
      </w:r>
    </w:p>
    <w:p w14:paraId="33BC41F8" w14:textId="00F94FBD" w:rsidR="002155C5" w:rsidRPr="002155C5" w:rsidRDefault="002155C5" w:rsidP="00F966B4">
      <w:pPr>
        <w:rPr>
          <w:rFonts w:ascii="Times New Roman" w:hAnsi="Times New Roman"/>
        </w:rPr>
      </w:pPr>
      <w:r w:rsidRPr="002155C5">
        <w:rPr>
          <w:rFonts w:ascii="Times New Roman" w:hAnsi="Times New Roman"/>
          <w:lang w:val="sv-SE"/>
        </w:rPr>
        <w:t>maaõiguse spetsialist</w:t>
      </w:r>
    </w:p>
    <w:sectPr w:rsidR="002155C5" w:rsidRPr="002155C5" w:rsidSect="00840780">
      <w:headerReference w:type="even" r:id="rId18"/>
      <w:headerReference w:type="default" r:id="rId19"/>
      <w:footerReference w:type="even" r:id="rId20"/>
      <w:footerReference w:type="default" r:id="rId21"/>
      <w:headerReference w:type="first" r:id="rId22"/>
      <w:footerReference w:type="first" r:id="rId23"/>
      <w:pgSz w:w="11900" w:h="16840"/>
      <w:pgMar w:top="2552" w:right="851" w:bottom="1440" w:left="1701" w:header="709" w:footer="1814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59AFA6" w14:textId="77777777" w:rsidR="00FF3907" w:rsidRDefault="00FF3907">
      <w:r>
        <w:separator/>
      </w:r>
    </w:p>
  </w:endnote>
  <w:endnote w:type="continuationSeparator" w:id="0">
    <w:p w14:paraId="12F8648B" w14:textId="77777777" w:rsidR="00FF3907" w:rsidRDefault="00FF3907">
      <w:r>
        <w:continuationSeparator/>
      </w:r>
    </w:p>
  </w:endnote>
  <w:endnote w:type="continuationNotice" w:id="1">
    <w:p w14:paraId="56722C87" w14:textId="77777777" w:rsidR="00FF3907" w:rsidRDefault="00FF390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5ED164" w14:textId="77777777" w:rsidR="0079645A" w:rsidRDefault="0079645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59FE4E" w14:textId="77777777" w:rsidR="0079645A" w:rsidRDefault="0079645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pPr w:leftFromText="181" w:rightFromText="181" w:vertAnchor="page" w:horzAnchor="page" w:tblpX="5217" w:tblpY="15027"/>
      <w:tblOverlap w:val="never"/>
      <w:tblW w:w="11410" w:type="dxa"/>
      <w:tblLook w:val="0000" w:firstRow="0" w:lastRow="0" w:firstColumn="0" w:lastColumn="0" w:noHBand="0" w:noVBand="0"/>
    </w:tblPr>
    <w:tblGrid>
      <w:gridCol w:w="3471"/>
      <w:gridCol w:w="2483"/>
      <w:gridCol w:w="3471"/>
      <w:gridCol w:w="1985"/>
    </w:tblGrid>
    <w:tr w:rsidR="00A33A60" w14:paraId="4C5C4E1A" w14:textId="77777777" w:rsidTr="00A33A60">
      <w:tc>
        <w:tcPr>
          <w:tcW w:w="3471" w:type="dxa"/>
        </w:tcPr>
        <w:p w14:paraId="3B6F60C2" w14:textId="7777777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before="80"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  <w:r>
            <w:rPr>
              <w:rFonts w:eastAsia="Cambria" w:cs="Arial"/>
              <w:color w:val="000000"/>
              <w:sz w:val="18"/>
              <w:lang w:val="lv-LV"/>
            </w:rPr>
            <w:t>ELEKTRILEVI OÜ</w:t>
          </w:r>
        </w:p>
      </w:tc>
      <w:tc>
        <w:tcPr>
          <w:tcW w:w="2483" w:type="dxa"/>
          <w:vAlign w:val="bottom"/>
        </w:tcPr>
        <w:p w14:paraId="3ADFBF5B" w14:textId="7777777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before="80"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  <w:r>
            <w:rPr>
              <w:rFonts w:eastAsia="Cambria" w:cs="Arial"/>
              <w:color w:val="000000"/>
              <w:sz w:val="18"/>
              <w:lang w:val="lv-LV"/>
            </w:rPr>
            <w:t>Tel 715 4230</w:t>
          </w:r>
        </w:p>
      </w:tc>
      <w:tc>
        <w:tcPr>
          <w:tcW w:w="3471" w:type="dxa"/>
        </w:tcPr>
        <w:p w14:paraId="34BCC779" w14:textId="7777777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before="80"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</w:p>
      </w:tc>
      <w:tc>
        <w:tcPr>
          <w:tcW w:w="1985" w:type="dxa"/>
        </w:tcPr>
        <w:p w14:paraId="493D3663" w14:textId="7777777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jc w:val="right"/>
            <w:rPr>
              <w:rFonts w:eastAsia="Cambria" w:cs="Arial"/>
              <w:color w:val="000000"/>
              <w:sz w:val="18"/>
              <w:lang w:val="lv-LV"/>
            </w:rPr>
          </w:pPr>
        </w:p>
      </w:tc>
    </w:tr>
    <w:tr w:rsidR="00A33A60" w:rsidRPr="0077377F" w14:paraId="2AC3D500" w14:textId="77777777" w:rsidTr="00A33A60">
      <w:trPr>
        <w:trHeight w:val="633"/>
      </w:trPr>
      <w:tc>
        <w:tcPr>
          <w:tcW w:w="3471" w:type="dxa"/>
        </w:tcPr>
        <w:p w14:paraId="0C2D28FE" w14:textId="7777777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  <w:r>
            <w:rPr>
              <w:rFonts w:eastAsia="Cambria" w:cs="Arial"/>
              <w:color w:val="000000"/>
              <w:sz w:val="18"/>
              <w:lang w:val="lv-LV"/>
            </w:rPr>
            <w:t>Veskiposti 2, 10138 Tallinn</w:t>
          </w:r>
        </w:p>
        <w:p w14:paraId="3B8A612E" w14:textId="7777777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  <w:r>
            <w:rPr>
              <w:rFonts w:eastAsia="Cambria" w:cs="Arial"/>
              <w:sz w:val="18"/>
              <w:lang w:val="lv-LV"/>
            </w:rPr>
            <w:t>Reg.k</w:t>
          </w:r>
          <w:r w:rsidRPr="0077377F">
            <w:rPr>
              <w:rFonts w:eastAsia="Cambria" w:cs="Arial"/>
              <w:sz w:val="18"/>
              <w:lang w:val="lv-LV"/>
            </w:rPr>
            <w:t>ood 11050857</w:t>
          </w:r>
        </w:p>
      </w:tc>
      <w:tc>
        <w:tcPr>
          <w:tcW w:w="2483" w:type="dxa"/>
        </w:tcPr>
        <w:p w14:paraId="46BEF16F" w14:textId="77777777" w:rsidR="00A33A60" w:rsidRPr="0077377F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sz w:val="18"/>
              <w:lang w:val="lv-LV"/>
            </w:rPr>
          </w:pPr>
          <w:r>
            <w:rPr>
              <w:rFonts w:eastAsia="Cambria" w:cs="Arial"/>
              <w:sz w:val="18"/>
              <w:lang w:val="lv-LV"/>
            </w:rPr>
            <w:t>elektrilevi@elektrilevi</w:t>
          </w:r>
          <w:r w:rsidRPr="0077377F">
            <w:rPr>
              <w:rFonts w:eastAsia="Cambria" w:cs="Arial"/>
              <w:sz w:val="18"/>
              <w:lang w:val="lv-LV"/>
            </w:rPr>
            <w:t>.ee</w:t>
          </w:r>
        </w:p>
        <w:p w14:paraId="2641135B" w14:textId="7777777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  <w:r>
            <w:rPr>
              <w:rFonts w:eastAsia="Cambria" w:cs="Arial"/>
              <w:color w:val="000000"/>
              <w:sz w:val="18"/>
              <w:lang w:val="lv-LV"/>
            </w:rPr>
            <w:t>www.elektrilevi.ee</w:t>
          </w:r>
        </w:p>
      </w:tc>
      <w:tc>
        <w:tcPr>
          <w:tcW w:w="3471" w:type="dxa"/>
        </w:tcPr>
        <w:p w14:paraId="29905058" w14:textId="7777777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</w:p>
      </w:tc>
      <w:tc>
        <w:tcPr>
          <w:tcW w:w="1985" w:type="dxa"/>
        </w:tcPr>
        <w:p w14:paraId="206701FC" w14:textId="77777777" w:rsidR="00A33A60" w:rsidRPr="0077377F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sz w:val="18"/>
              <w:lang w:val="lv-LV"/>
            </w:rPr>
          </w:pPr>
        </w:p>
      </w:tc>
    </w:tr>
  </w:tbl>
  <w:p w14:paraId="35CF1A2C" w14:textId="77777777" w:rsidR="00627953" w:rsidRDefault="0062795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86A3B8" w14:textId="77777777" w:rsidR="00FF3907" w:rsidRDefault="00FF3907">
      <w:r>
        <w:separator/>
      </w:r>
    </w:p>
  </w:footnote>
  <w:footnote w:type="continuationSeparator" w:id="0">
    <w:p w14:paraId="233550EC" w14:textId="77777777" w:rsidR="00FF3907" w:rsidRDefault="00FF3907">
      <w:r>
        <w:continuationSeparator/>
      </w:r>
    </w:p>
  </w:footnote>
  <w:footnote w:type="continuationNotice" w:id="1">
    <w:p w14:paraId="4FC33D5D" w14:textId="77777777" w:rsidR="00FF3907" w:rsidRDefault="00FF390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BE044D" w14:textId="77777777" w:rsidR="0079645A" w:rsidRDefault="0079645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2497AA" w14:textId="77777777" w:rsidR="0079645A" w:rsidRDefault="0079645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768B82" w14:textId="318D05B9" w:rsidR="006736DE" w:rsidRDefault="00765D62">
    <w:pPr>
      <w:pStyle w:val="Header"/>
    </w:pPr>
    <w:r>
      <w:rPr>
        <w:noProof/>
      </w:rPr>
      <w:drawing>
        <wp:anchor distT="0" distB="0" distL="114300" distR="114300" simplePos="0" relativeHeight="251657728" behindDoc="0" locked="0" layoutInCell="1" allowOverlap="1" wp14:anchorId="3E6DC165" wp14:editId="07A165F0">
          <wp:simplePos x="0" y="0"/>
          <wp:positionH relativeFrom="margin">
            <wp:posOffset>4024263</wp:posOffset>
          </wp:positionH>
          <wp:positionV relativeFrom="paragraph">
            <wp:posOffset>165247</wp:posOffset>
          </wp:positionV>
          <wp:extent cx="1879211" cy="887095"/>
          <wp:effectExtent l="0" t="0" r="635" b="1905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879211" cy="8870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2B1A4D"/>
    <w:multiLevelType w:val="multilevel"/>
    <w:tmpl w:val="814E0E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BD52817"/>
    <w:multiLevelType w:val="hybridMultilevel"/>
    <w:tmpl w:val="7DDE3D74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0425001B">
      <w:start w:val="1"/>
      <w:numFmt w:val="lowerRoman"/>
      <w:lvlText w:val="%2."/>
      <w:lvlJc w:val="righ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5F0373"/>
    <w:multiLevelType w:val="hybridMultilevel"/>
    <w:tmpl w:val="497C72C8"/>
    <w:lvl w:ilvl="0" w:tplc="04250001">
      <w:start w:val="1"/>
      <w:numFmt w:val="bullet"/>
      <w:lvlText w:val=""/>
      <w:lvlJc w:val="left"/>
      <w:pPr>
        <w:ind w:left="1065" w:hanging="705"/>
      </w:pPr>
      <w:rPr>
        <w:rFonts w:ascii="Symbol" w:hAnsi="Symbol" w:hint="default"/>
      </w:rPr>
    </w:lvl>
    <w:lvl w:ilvl="1" w:tplc="96967A66">
      <w:numFmt w:val="bullet"/>
      <w:lvlText w:val=""/>
      <w:lvlJc w:val="left"/>
      <w:pPr>
        <w:ind w:left="1785" w:hanging="705"/>
      </w:pPr>
      <w:rPr>
        <w:rFonts w:ascii="Symbol" w:eastAsia="Calibri" w:hAnsi="Symbol" w:cs="Arial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596BEC"/>
    <w:multiLevelType w:val="hybridMultilevel"/>
    <w:tmpl w:val="F5C8A1DC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4C20F3C"/>
    <w:multiLevelType w:val="multilevel"/>
    <w:tmpl w:val="5AC4A0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158139A0"/>
    <w:multiLevelType w:val="hybridMultilevel"/>
    <w:tmpl w:val="DD301C08"/>
    <w:lvl w:ilvl="0" w:tplc="04250019">
      <w:start w:val="1"/>
      <w:numFmt w:val="lowerLetter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526C42"/>
    <w:multiLevelType w:val="hybridMultilevel"/>
    <w:tmpl w:val="C4522DA8"/>
    <w:lvl w:ilvl="0" w:tplc="AF68BB10">
      <w:start w:val="1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5C1171"/>
    <w:multiLevelType w:val="hybridMultilevel"/>
    <w:tmpl w:val="97AE8A84"/>
    <w:lvl w:ilvl="0" w:tplc="04250001">
      <w:start w:val="1"/>
      <w:numFmt w:val="bullet"/>
      <w:lvlText w:val=""/>
      <w:lvlJc w:val="left"/>
      <w:pPr>
        <w:ind w:left="1065" w:hanging="705"/>
      </w:pPr>
      <w:rPr>
        <w:rFonts w:ascii="Symbol" w:hAnsi="Symbol" w:hint="default"/>
      </w:rPr>
    </w:lvl>
    <w:lvl w:ilvl="1" w:tplc="96967A66">
      <w:numFmt w:val="bullet"/>
      <w:lvlText w:val=""/>
      <w:lvlJc w:val="left"/>
      <w:pPr>
        <w:ind w:left="1785" w:hanging="705"/>
      </w:pPr>
      <w:rPr>
        <w:rFonts w:ascii="Symbol" w:eastAsia="Calibri" w:hAnsi="Symbol" w:cs="Arial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1AA9470">
      <w:numFmt w:val="bullet"/>
      <w:lvlText w:val="•"/>
      <w:lvlJc w:val="left"/>
      <w:pPr>
        <w:ind w:left="3225" w:hanging="705"/>
      </w:pPr>
      <w:rPr>
        <w:rFonts w:ascii="Arial" w:eastAsia="Calibri" w:hAnsi="Arial" w:cs="Aria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985FE8"/>
    <w:multiLevelType w:val="hybridMultilevel"/>
    <w:tmpl w:val="7F4C29DC"/>
    <w:lvl w:ilvl="0" w:tplc="04250003">
      <w:start w:val="1"/>
      <w:numFmt w:val="bullet"/>
      <w:lvlText w:val="o"/>
      <w:lvlJc w:val="left"/>
      <w:pPr>
        <w:ind w:left="1065" w:hanging="705"/>
      </w:pPr>
      <w:rPr>
        <w:rFonts w:ascii="Courier New" w:hAnsi="Courier New" w:cs="Courier New" w:hint="default"/>
      </w:rPr>
    </w:lvl>
    <w:lvl w:ilvl="1" w:tplc="96967A66">
      <w:numFmt w:val="bullet"/>
      <w:lvlText w:val=""/>
      <w:lvlJc w:val="left"/>
      <w:pPr>
        <w:ind w:left="1785" w:hanging="705"/>
      </w:pPr>
      <w:rPr>
        <w:rFonts w:ascii="Symbol" w:eastAsia="Calibri" w:hAnsi="Symbol" w:cs="Arial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1AA9470">
      <w:numFmt w:val="bullet"/>
      <w:lvlText w:val="•"/>
      <w:lvlJc w:val="left"/>
      <w:pPr>
        <w:ind w:left="3225" w:hanging="705"/>
      </w:pPr>
      <w:rPr>
        <w:rFonts w:ascii="Arial" w:eastAsia="Calibri" w:hAnsi="Arial" w:cs="Aria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6F82F65"/>
    <w:multiLevelType w:val="hybridMultilevel"/>
    <w:tmpl w:val="DC10F312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7C447DF"/>
    <w:multiLevelType w:val="hybridMultilevel"/>
    <w:tmpl w:val="19820BE4"/>
    <w:lvl w:ilvl="0" w:tplc="748A5EFE"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03733E"/>
    <w:multiLevelType w:val="hybridMultilevel"/>
    <w:tmpl w:val="CC3467A4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C6A6012"/>
    <w:multiLevelType w:val="hybridMultilevel"/>
    <w:tmpl w:val="BC4C2090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425C7EEB"/>
    <w:multiLevelType w:val="hybridMultilevel"/>
    <w:tmpl w:val="98F80D72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2F27DDF"/>
    <w:multiLevelType w:val="hybridMultilevel"/>
    <w:tmpl w:val="D1AA1C74"/>
    <w:lvl w:ilvl="0" w:tplc="E2E0547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2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54534C9"/>
    <w:multiLevelType w:val="hybridMultilevel"/>
    <w:tmpl w:val="B47EF74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6A578F5"/>
    <w:multiLevelType w:val="multilevel"/>
    <w:tmpl w:val="34F60F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9591E27"/>
    <w:multiLevelType w:val="hybridMultilevel"/>
    <w:tmpl w:val="F8E64C26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79193E"/>
    <w:multiLevelType w:val="hybridMultilevel"/>
    <w:tmpl w:val="45F0608A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4F006CF4"/>
    <w:multiLevelType w:val="hybridMultilevel"/>
    <w:tmpl w:val="1C147780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4FBF1B37"/>
    <w:multiLevelType w:val="hybridMultilevel"/>
    <w:tmpl w:val="E2D6CE5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3E667E8"/>
    <w:multiLevelType w:val="multilevel"/>
    <w:tmpl w:val="91EECEE0"/>
    <w:lvl w:ilvl="0">
      <w:start w:val="1"/>
      <w:numFmt w:val="decimal"/>
      <w:lvlText w:val="%1."/>
      <w:lvlJc w:val="left"/>
      <w:pPr>
        <w:ind w:left="567" w:hanging="567"/>
      </w:pPr>
      <w:rPr>
        <w:rFonts w:ascii="Calibri" w:hAnsi="Calibri" w:hint="default"/>
        <w:b/>
        <w:i w:val="0"/>
        <w:caps/>
        <w:smallCaps w:val="0"/>
        <w:vanish w:val="0"/>
        <w:sz w:val="20"/>
      </w:rPr>
    </w:lvl>
    <w:lvl w:ilvl="1">
      <w:start w:val="1"/>
      <w:numFmt w:val="decimal"/>
      <w:pStyle w:val="Level2"/>
      <w:lvlText w:val="%2."/>
      <w:lvlJc w:val="left"/>
      <w:pPr>
        <w:tabs>
          <w:tab w:val="num" w:pos="567"/>
        </w:tabs>
        <w:ind w:left="425" w:hanging="425"/>
      </w:pPr>
      <w:rPr>
        <w:rFonts w:hint="default"/>
        <w:b w:val="0"/>
        <w:i w:val="0"/>
        <w:caps w:val="0"/>
        <w:vanish w:val="0"/>
        <w:sz w:val="20"/>
      </w:rPr>
    </w:lvl>
    <w:lvl w:ilvl="2">
      <w:start w:val="1"/>
      <w:numFmt w:val="lowerLetter"/>
      <w:pStyle w:val="Level3"/>
      <w:lvlText w:val="%3)"/>
      <w:lvlJc w:val="left"/>
      <w:pPr>
        <w:ind w:left="709" w:hanging="284"/>
      </w:pPr>
      <w:rPr>
        <w:rFonts w:hint="default"/>
        <w:b w:val="0"/>
        <w:i w:val="0"/>
        <w:caps w:val="0"/>
        <w:vanish w:val="0"/>
        <w:color w:val="auto"/>
        <w:sz w:val="20"/>
      </w:rPr>
    </w:lvl>
    <w:lvl w:ilvl="3">
      <w:start w:val="1"/>
      <w:numFmt w:val="bullet"/>
      <w:pStyle w:val="Level4"/>
      <w:lvlText w:val="-"/>
      <w:lvlJc w:val="left"/>
      <w:pPr>
        <w:ind w:left="720" w:hanging="363"/>
      </w:pPr>
      <w:rPr>
        <w:rFonts w:ascii="Georgia" w:hAnsi="Georgia" w:hint="default"/>
      </w:rPr>
    </w:lvl>
    <w:lvl w:ilvl="4">
      <w:start w:val="1"/>
      <w:numFmt w:val="bullet"/>
      <w:pStyle w:val="Level5"/>
      <w:lvlText w:val=""/>
      <w:lvlJc w:val="left"/>
      <w:pPr>
        <w:ind w:left="1701" w:hanging="567"/>
      </w:pPr>
      <w:rPr>
        <w:rFonts w:ascii="Symbol" w:hAnsi="Symbol" w:hint="default"/>
        <w:color w:val="auto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571E51CE"/>
    <w:multiLevelType w:val="hybridMultilevel"/>
    <w:tmpl w:val="31260D8A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0425001B">
      <w:start w:val="1"/>
      <w:numFmt w:val="lowerRoman"/>
      <w:lvlText w:val="%2."/>
      <w:lvlJc w:val="righ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426594C"/>
    <w:multiLevelType w:val="multilevel"/>
    <w:tmpl w:val="72DAA3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ascii="Arial" w:hAnsi="Arial" w:cs="Arial" w:hint="default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4" w15:restartNumberingAfterBreak="0">
    <w:nsid w:val="698303D1"/>
    <w:multiLevelType w:val="multilevel"/>
    <w:tmpl w:val="0EDEDB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E837633"/>
    <w:multiLevelType w:val="hybridMultilevel"/>
    <w:tmpl w:val="D3FAC0F4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414692D"/>
    <w:multiLevelType w:val="hybridMultilevel"/>
    <w:tmpl w:val="7BB07F98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7BC46688"/>
    <w:multiLevelType w:val="multilevel"/>
    <w:tmpl w:val="9962AF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65105113">
    <w:abstractNumId w:val="21"/>
  </w:num>
  <w:num w:numId="2" w16cid:durableId="1258368716">
    <w:abstractNumId w:val="21"/>
  </w:num>
  <w:num w:numId="3" w16cid:durableId="788352473">
    <w:abstractNumId w:val="21"/>
  </w:num>
  <w:num w:numId="4" w16cid:durableId="1889415763">
    <w:abstractNumId w:val="21"/>
  </w:num>
  <w:num w:numId="5" w16cid:durableId="1675573490">
    <w:abstractNumId w:val="21"/>
  </w:num>
  <w:num w:numId="6" w16cid:durableId="149973555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319531080">
    <w:abstractNumId w:val="6"/>
  </w:num>
  <w:num w:numId="8" w16cid:durableId="541940527">
    <w:abstractNumId w:val="10"/>
  </w:num>
  <w:num w:numId="9" w16cid:durableId="1254244123">
    <w:abstractNumId w:val="4"/>
  </w:num>
  <w:num w:numId="10" w16cid:durableId="1968586411">
    <w:abstractNumId w:val="23"/>
  </w:num>
  <w:num w:numId="11" w16cid:durableId="641273700">
    <w:abstractNumId w:val="0"/>
    <w:lvlOverride w:ilvl="0">
      <w:startOverride w:val="1"/>
    </w:lvlOverride>
  </w:num>
  <w:num w:numId="12" w16cid:durableId="1126778867">
    <w:abstractNumId w:val="20"/>
  </w:num>
  <w:num w:numId="13" w16cid:durableId="843782601">
    <w:abstractNumId w:val="14"/>
  </w:num>
  <w:num w:numId="14" w16cid:durableId="295646453">
    <w:abstractNumId w:val="16"/>
    <w:lvlOverride w:ilvl="0">
      <w:startOverride w:val="1"/>
    </w:lvlOverride>
  </w:num>
  <w:num w:numId="15" w16cid:durableId="1561089471">
    <w:abstractNumId w:val="27"/>
    <w:lvlOverride w:ilvl="0">
      <w:startOverride w:val="1"/>
    </w:lvlOverride>
  </w:num>
  <w:num w:numId="16" w16cid:durableId="811865858">
    <w:abstractNumId w:val="24"/>
  </w:num>
  <w:num w:numId="17" w16cid:durableId="565264782">
    <w:abstractNumId w:val="2"/>
  </w:num>
  <w:num w:numId="18" w16cid:durableId="1925262073">
    <w:abstractNumId w:val="8"/>
  </w:num>
  <w:num w:numId="19" w16cid:durableId="1690335446">
    <w:abstractNumId w:val="7"/>
  </w:num>
  <w:num w:numId="20" w16cid:durableId="1314480960">
    <w:abstractNumId w:val="17"/>
  </w:num>
  <w:num w:numId="21" w16cid:durableId="1359698976">
    <w:abstractNumId w:val="5"/>
  </w:num>
  <w:num w:numId="22" w16cid:durableId="179972868">
    <w:abstractNumId w:val="1"/>
  </w:num>
  <w:num w:numId="23" w16cid:durableId="1985505138">
    <w:abstractNumId w:val="22"/>
  </w:num>
  <w:num w:numId="24" w16cid:durableId="1523860035">
    <w:abstractNumId w:val="9"/>
  </w:num>
  <w:num w:numId="25" w16cid:durableId="896287133">
    <w:abstractNumId w:val="3"/>
  </w:num>
  <w:num w:numId="26" w16cid:durableId="1576429076">
    <w:abstractNumId w:val="11"/>
  </w:num>
  <w:num w:numId="27" w16cid:durableId="1768109669">
    <w:abstractNumId w:val="26"/>
  </w:num>
  <w:num w:numId="28" w16cid:durableId="212893119">
    <w:abstractNumId w:val="13"/>
  </w:num>
  <w:num w:numId="29" w16cid:durableId="1654873713">
    <w:abstractNumId w:val="19"/>
  </w:num>
  <w:num w:numId="30" w16cid:durableId="1629121418">
    <w:abstractNumId w:val="18"/>
  </w:num>
  <w:num w:numId="31" w16cid:durableId="1337686878">
    <w:abstractNumId w:val="12"/>
  </w:num>
  <w:num w:numId="32" w16cid:durableId="88371834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377F"/>
    <w:rsid w:val="000024CD"/>
    <w:rsid w:val="00004A59"/>
    <w:rsid w:val="00042427"/>
    <w:rsid w:val="00042C6D"/>
    <w:rsid w:val="000470FF"/>
    <w:rsid w:val="00050B7B"/>
    <w:rsid w:val="00050CF1"/>
    <w:rsid w:val="00061FDD"/>
    <w:rsid w:val="00062448"/>
    <w:rsid w:val="0006579C"/>
    <w:rsid w:val="000657E8"/>
    <w:rsid w:val="00074F5B"/>
    <w:rsid w:val="00087852"/>
    <w:rsid w:val="00093097"/>
    <w:rsid w:val="00093668"/>
    <w:rsid w:val="000A4006"/>
    <w:rsid w:val="000B0B73"/>
    <w:rsid w:val="000B1DBF"/>
    <w:rsid w:val="000B417F"/>
    <w:rsid w:val="000B4850"/>
    <w:rsid w:val="000B57BA"/>
    <w:rsid w:val="000C149A"/>
    <w:rsid w:val="000D09F3"/>
    <w:rsid w:val="000F3E27"/>
    <w:rsid w:val="00103444"/>
    <w:rsid w:val="001100DF"/>
    <w:rsid w:val="00113F3F"/>
    <w:rsid w:val="00120336"/>
    <w:rsid w:val="00126600"/>
    <w:rsid w:val="00130960"/>
    <w:rsid w:val="00131020"/>
    <w:rsid w:val="001336BE"/>
    <w:rsid w:val="00136D40"/>
    <w:rsid w:val="00146F8F"/>
    <w:rsid w:val="0015226B"/>
    <w:rsid w:val="001523EE"/>
    <w:rsid w:val="00152A06"/>
    <w:rsid w:val="00156C5D"/>
    <w:rsid w:val="00162108"/>
    <w:rsid w:val="00175C9F"/>
    <w:rsid w:val="00182C9F"/>
    <w:rsid w:val="0019253D"/>
    <w:rsid w:val="00194EE7"/>
    <w:rsid w:val="001B46D4"/>
    <w:rsid w:val="001C6D3D"/>
    <w:rsid w:val="001D3478"/>
    <w:rsid w:val="001E0921"/>
    <w:rsid w:val="001E09C8"/>
    <w:rsid w:val="001E1C85"/>
    <w:rsid w:val="002000E9"/>
    <w:rsid w:val="002002F0"/>
    <w:rsid w:val="0020094F"/>
    <w:rsid w:val="00201752"/>
    <w:rsid w:val="00204AC4"/>
    <w:rsid w:val="0021186E"/>
    <w:rsid w:val="00214C00"/>
    <w:rsid w:val="00215382"/>
    <w:rsid w:val="002155C5"/>
    <w:rsid w:val="00225172"/>
    <w:rsid w:val="002401E8"/>
    <w:rsid w:val="002403D7"/>
    <w:rsid w:val="0024234A"/>
    <w:rsid w:val="00242CFD"/>
    <w:rsid w:val="00250730"/>
    <w:rsid w:val="00253103"/>
    <w:rsid w:val="002531D0"/>
    <w:rsid w:val="00255A87"/>
    <w:rsid w:val="00263F72"/>
    <w:rsid w:val="002641F5"/>
    <w:rsid w:val="002726A3"/>
    <w:rsid w:val="002732AA"/>
    <w:rsid w:val="00281D3E"/>
    <w:rsid w:val="002A1036"/>
    <w:rsid w:val="002A6E8F"/>
    <w:rsid w:val="002B06C5"/>
    <w:rsid w:val="002D4D27"/>
    <w:rsid w:val="002D5009"/>
    <w:rsid w:val="002D6251"/>
    <w:rsid w:val="002E0B5D"/>
    <w:rsid w:val="002E0EF7"/>
    <w:rsid w:val="002E20C9"/>
    <w:rsid w:val="002E2C1D"/>
    <w:rsid w:val="002E3472"/>
    <w:rsid w:val="002F07BC"/>
    <w:rsid w:val="00300E09"/>
    <w:rsid w:val="003073D3"/>
    <w:rsid w:val="00310363"/>
    <w:rsid w:val="003127FB"/>
    <w:rsid w:val="003203E0"/>
    <w:rsid w:val="00321320"/>
    <w:rsid w:val="00327200"/>
    <w:rsid w:val="0033388C"/>
    <w:rsid w:val="00335CBC"/>
    <w:rsid w:val="0033602D"/>
    <w:rsid w:val="00344705"/>
    <w:rsid w:val="003467AE"/>
    <w:rsid w:val="003551E2"/>
    <w:rsid w:val="00355CFA"/>
    <w:rsid w:val="00357C22"/>
    <w:rsid w:val="00364590"/>
    <w:rsid w:val="00364C0F"/>
    <w:rsid w:val="00365F2B"/>
    <w:rsid w:val="00381AE8"/>
    <w:rsid w:val="00382D66"/>
    <w:rsid w:val="00390667"/>
    <w:rsid w:val="00392D47"/>
    <w:rsid w:val="003A0ECE"/>
    <w:rsid w:val="003A35EB"/>
    <w:rsid w:val="003B673D"/>
    <w:rsid w:val="003B6F35"/>
    <w:rsid w:val="003C3F52"/>
    <w:rsid w:val="003C651D"/>
    <w:rsid w:val="003C6D6C"/>
    <w:rsid w:val="003E385C"/>
    <w:rsid w:val="003E61D3"/>
    <w:rsid w:val="003F5996"/>
    <w:rsid w:val="00416889"/>
    <w:rsid w:val="004170C1"/>
    <w:rsid w:val="00420824"/>
    <w:rsid w:val="0042216B"/>
    <w:rsid w:val="00430FA1"/>
    <w:rsid w:val="004376C7"/>
    <w:rsid w:val="00445A99"/>
    <w:rsid w:val="00447587"/>
    <w:rsid w:val="00462CC6"/>
    <w:rsid w:val="00465F2D"/>
    <w:rsid w:val="00470107"/>
    <w:rsid w:val="00477955"/>
    <w:rsid w:val="00480009"/>
    <w:rsid w:val="00491AD7"/>
    <w:rsid w:val="00494657"/>
    <w:rsid w:val="00496FB0"/>
    <w:rsid w:val="004A1981"/>
    <w:rsid w:val="004B2FB0"/>
    <w:rsid w:val="004B3B7C"/>
    <w:rsid w:val="004B3CBC"/>
    <w:rsid w:val="004D1D70"/>
    <w:rsid w:val="004D4471"/>
    <w:rsid w:val="004D7EDA"/>
    <w:rsid w:val="004E4BEF"/>
    <w:rsid w:val="004E5DD5"/>
    <w:rsid w:val="004F5104"/>
    <w:rsid w:val="0050379B"/>
    <w:rsid w:val="005267E5"/>
    <w:rsid w:val="00532D2F"/>
    <w:rsid w:val="00552D94"/>
    <w:rsid w:val="00581E38"/>
    <w:rsid w:val="00582590"/>
    <w:rsid w:val="00584289"/>
    <w:rsid w:val="00585B08"/>
    <w:rsid w:val="005A217D"/>
    <w:rsid w:val="005A513D"/>
    <w:rsid w:val="005A710F"/>
    <w:rsid w:val="005B1C18"/>
    <w:rsid w:val="005C24D9"/>
    <w:rsid w:val="005E3618"/>
    <w:rsid w:val="005E5779"/>
    <w:rsid w:val="005F5E38"/>
    <w:rsid w:val="00605698"/>
    <w:rsid w:val="00605B27"/>
    <w:rsid w:val="006069F4"/>
    <w:rsid w:val="00606E41"/>
    <w:rsid w:val="00615EB0"/>
    <w:rsid w:val="00620192"/>
    <w:rsid w:val="00623735"/>
    <w:rsid w:val="00625192"/>
    <w:rsid w:val="0062642C"/>
    <w:rsid w:val="00627953"/>
    <w:rsid w:val="00631A8A"/>
    <w:rsid w:val="0063780B"/>
    <w:rsid w:val="00643BDB"/>
    <w:rsid w:val="006466E4"/>
    <w:rsid w:val="00657B6F"/>
    <w:rsid w:val="0066463C"/>
    <w:rsid w:val="00666D01"/>
    <w:rsid w:val="00667134"/>
    <w:rsid w:val="006677D0"/>
    <w:rsid w:val="006736DE"/>
    <w:rsid w:val="00675C6D"/>
    <w:rsid w:val="0068042E"/>
    <w:rsid w:val="00690198"/>
    <w:rsid w:val="006A27A9"/>
    <w:rsid w:val="006B28B7"/>
    <w:rsid w:val="006B5553"/>
    <w:rsid w:val="006C3668"/>
    <w:rsid w:val="006C743E"/>
    <w:rsid w:val="006D1833"/>
    <w:rsid w:val="006E277A"/>
    <w:rsid w:val="006E586A"/>
    <w:rsid w:val="006F11F1"/>
    <w:rsid w:val="006F595A"/>
    <w:rsid w:val="00702CEE"/>
    <w:rsid w:val="00704301"/>
    <w:rsid w:val="0070500B"/>
    <w:rsid w:val="0070711C"/>
    <w:rsid w:val="00730275"/>
    <w:rsid w:val="00750948"/>
    <w:rsid w:val="00750B34"/>
    <w:rsid w:val="00755DE3"/>
    <w:rsid w:val="00765D62"/>
    <w:rsid w:val="00767DAB"/>
    <w:rsid w:val="00770EFD"/>
    <w:rsid w:val="0077377F"/>
    <w:rsid w:val="00775AD3"/>
    <w:rsid w:val="00782839"/>
    <w:rsid w:val="007860BC"/>
    <w:rsid w:val="007870BE"/>
    <w:rsid w:val="0079645A"/>
    <w:rsid w:val="007A0E84"/>
    <w:rsid w:val="007A1375"/>
    <w:rsid w:val="007A2F74"/>
    <w:rsid w:val="007A7FE6"/>
    <w:rsid w:val="007B068E"/>
    <w:rsid w:val="007B0DCC"/>
    <w:rsid w:val="007C2201"/>
    <w:rsid w:val="007C45AD"/>
    <w:rsid w:val="007C6F7A"/>
    <w:rsid w:val="007C7A5C"/>
    <w:rsid w:val="007D52CC"/>
    <w:rsid w:val="007E19D5"/>
    <w:rsid w:val="007F05EB"/>
    <w:rsid w:val="007F2810"/>
    <w:rsid w:val="0080070E"/>
    <w:rsid w:val="0080593B"/>
    <w:rsid w:val="00812A56"/>
    <w:rsid w:val="00820D09"/>
    <w:rsid w:val="0082604D"/>
    <w:rsid w:val="00826D94"/>
    <w:rsid w:val="00827163"/>
    <w:rsid w:val="0083430B"/>
    <w:rsid w:val="00840780"/>
    <w:rsid w:val="00845E6D"/>
    <w:rsid w:val="008541B7"/>
    <w:rsid w:val="0085541B"/>
    <w:rsid w:val="00860DCD"/>
    <w:rsid w:val="0086205E"/>
    <w:rsid w:val="0087457A"/>
    <w:rsid w:val="008753E8"/>
    <w:rsid w:val="008759E3"/>
    <w:rsid w:val="008A6138"/>
    <w:rsid w:val="008B2F66"/>
    <w:rsid w:val="008C5B01"/>
    <w:rsid w:val="008D2D2A"/>
    <w:rsid w:val="008D3667"/>
    <w:rsid w:val="008E2FA0"/>
    <w:rsid w:val="008F2A05"/>
    <w:rsid w:val="00901652"/>
    <w:rsid w:val="00911735"/>
    <w:rsid w:val="0091258F"/>
    <w:rsid w:val="00912BDF"/>
    <w:rsid w:val="00921930"/>
    <w:rsid w:val="00926283"/>
    <w:rsid w:val="009303BE"/>
    <w:rsid w:val="00930BE5"/>
    <w:rsid w:val="009425BC"/>
    <w:rsid w:val="009544B2"/>
    <w:rsid w:val="00962A66"/>
    <w:rsid w:val="00962FE3"/>
    <w:rsid w:val="00963ABE"/>
    <w:rsid w:val="00985ACA"/>
    <w:rsid w:val="00986752"/>
    <w:rsid w:val="00992B14"/>
    <w:rsid w:val="009959DF"/>
    <w:rsid w:val="009A0457"/>
    <w:rsid w:val="009A0F67"/>
    <w:rsid w:val="009B0DB5"/>
    <w:rsid w:val="009B2A88"/>
    <w:rsid w:val="009D38F3"/>
    <w:rsid w:val="009D6ED0"/>
    <w:rsid w:val="009E181A"/>
    <w:rsid w:val="009F170D"/>
    <w:rsid w:val="00A04EE1"/>
    <w:rsid w:val="00A114C3"/>
    <w:rsid w:val="00A17109"/>
    <w:rsid w:val="00A17AC3"/>
    <w:rsid w:val="00A17DB0"/>
    <w:rsid w:val="00A17E2A"/>
    <w:rsid w:val="00A27416"/>
    <w:rsid w:val="00A33A60"/>
    <w:rsid w:val="00A35B1E"/>
    <w:rsid w:val="00A43A3D"/>
    <w:rsid w:val="00A51C44"/>
    <w:rsid w:val="00A53DCD"/>
    <w:rsid w:val="00A5527F"/>
    <w:rsid w:val="00A620C2"/>
    <w:rsid w:val="00A649D1"/>
    <w:rsid w:val="00A65739"/>
    <w:rsid w:val="00A837AB"/>
    <w:rsid w:val="00A83FDD"/>
    <w:rsid w:val="00A857C8"/>
    <w:rsid w:val="00A93F3D"/>
    <w:rsid w:val="00A94466"/>
    <w:rsid w:val="00A96E89"/>
    <w:rsid w:val="00AA1674"/>
    <w:rsid w:val="00AA7BF9"/>
    <w:rsid w:val="00AB0945"/>
    <w:rsid w:val="00AE1639"/>
    <w:rsid w:val="00AE6B50"/>
    <w:rsid w:val="00AE7044"/>
    <w:rsid w:val="00AF1A5D"/>
    <w:rsid w:val="00AF6389"/>
    <w:rsid w:val="00B03164"/>
    <w:rsid w:val="00B05AE2"/>
    <w:rsid w:val="00B11D32"/>
    <w:rsid w:val="00B1223C"/>
    <w:rsid w:val="00B21B48"/>
    <w:rsid w:val="00B33B98"/>
    <w:rsid w:val="00B34378"/>
    <w:rsid w:val="00B4021D"/>
    <w:rsid w:val="00B60081"/>
    <w:rsid w:val="00B64CC9"/>
    <w:rsid w:val="00B64F5C"/>
    <w:rsid w:val="00B65E8C"/>
    <w:rsid w:val="00B664C0"/>
    <w:rsid w:val="00B76967"/>
    <w:rsid w:val="00B93C2E"/>
    <w:rsid w:val="00BA3B23"/>
    <w:rsid w:val="00BA45D4"/>
    <w:rsid w:val="00BB7AC8"/>
    <w:rsid w:val="00BC211F"/>
    <w:rsid w:val="00BD14A4"/>
    <w:rsid w:val="00BE07EA"/>
    <w:rsid w:val="00BE6355"/>
    <w:rsid w:val="00BE7935"/>
    <w:rsid w:val="00BF0E4C"/>
    <w:rsid w:val="00C0020C"/>
    <w:rsid w:val="00C25E01"/>
    <w:rsid w:val="00C34030"/>
    <w:rsid w:val="00C34D74"/>
    <w:rsid w:val="00C53640"/>
    <w:rsid w:val="00C56F6D"/>
    <w:rsid w:val="00C66DDF"/>
    <w:rsid w:val="00C712AC"/>
    <w:rsid w:val="00C81E7E"/>
    <w:rsid w:val="00C86912"/>
    <w:rsid w:val="00C86C12"/>
    <w:rsid w:val="00C86E8D"/>
    <w:rsid w:val="00C95ABD"/>
    <w:rsid w:val="00C961FF"/>
    <w:rsid w:val="00C963CE"/>
    <w:rsid w:val="00C966E8"/>
    <w:rsid w:val="00CA4C43"/>
    <w:rsid w:val="00CA5CA0"/>
    <w:rsid w:val="00CB0738"/>
    <w:rsid w:val="00CB0FEA"/>
    <w:rsid w:val="00CB31D7"/>
    <w:rsid w:val="00CC0D04"/>
    <w:rsid w:val="00CC0E78"/>
    <w:rsid w:val="00CE43E8"/>
    <w:rsid w:val="00CE4916"/>
    <w:rsid w:val="00CE5616"/>
    <w:rsid w:val="00CE6729"/>
    <w:rsid w:val="00CE6E1D"/>
    <w:rsid w:val="00CE70B7"/>
    <w:rsid w:val="00CF269E"/>
    <w:rsid w:val="00CF588B"/>
    <w:rsid w:val="00CF5F86"/>
    <w:rsid w:val="00D00B63"/>
    <w:rsid w:val="00D0223D"/>
    <w:rsid w:val="00D04B95"/>
    <w:rsid w:val="00D100C4"/>
    <w:rsid w:val="00D13F55"/>
    <w:rsid w:val="00D16E0B"/>
    <w:rsid w:val="00D25D80"/>
    <w:rsid w:val="00D30B1A"/>
    <w:rsid w:val="00D343E0"/>
    <w:rsid w:val="00D35FED"/>
    <w:rsid w:val="00D42134"/>
    <w:rsid w:val="00D4458D"/>
    <w:rsid w:val="00D503D7"/>
    <w:rsid w:val="00D51ED4"/>
    <w:rsid w:val="00D52B32"/>
    <w:rsid w:val="00D67B64"/>
    <w:rsid w:val="00D71A71"/>
    <w:rsid w:val="00D72144"/>
    <w:rsid w:val="00D8006E"/>
    <w:rsid w:val="00D847FB"/>
    <w:rsid w:val="00D879EE"/>
    <w:rsid w:val="00D902BD"/>
    <w:rsid w:val="00DB0C5D"/>
    <w:rsid w:val="00DB17D9"/>
    <w:rsid w:val="00DC1B92"/>
    <w:rsid w:val="00DC2EE4"/>
    <w:rsid w:val="00DC7B15"/>
    <w:rsid w:val="00DD4B26"/>
    <w:rsid w:val="00DF283A"/>
    <w:rsid w:val="00DF2D6D"/>
    <w:rsid w:val="00DF3E13"/>
    <w:rsid w:val="00E10024"/>
    <w:rsid w:val="00E2366F"/>
    <w:rsid w:val="00E23C4F"/>
    <w:rsid w:val="00E26E2E"/>
    <w:rsid w:val="00E27A09"/>
    <w:rsid w:val="00E3309F"/>
    <w:rsid w:val="00E35920"/>
    <w:rsid w:val="00E366A1"/>
    <w:rsid w:val="00E3783E"/>
    <w:rsid w:val="00E43B45"/>
    <w:rsid w:val="00E47970"/>
    <w:rsid w:val="00E47D1C"/>
    <w:rsid w:val="00E54332"/>
    <w:rsid w:val="00E6200E"/>
    <w:rsid w:val="00E71487"/>
    <w:rsid w:val="00E72144"/>
    <w:rsid w:val="00E777F1"/>
    <w:rsid w:val="00E84486"/>
    <w:rsid w:val="00E9115C"/>
    <w:rsid w:val="00E94F8A"/>
    <w:rsid w:val="00EB5167"/>
    <w:rsid w:val="00EB79F8"/>
    <w:rsid w:val="00EC15EB"/>
    <w:rsid w:val="00EC41A5"/>
    <w:rsid w:val="00EC50AF"/>
    <w:rsid w:val="00EC6F44"/>
    <w:rsid w:val="00ED26F8"/>
    <w:rsid w:val="00ED4638"/>
    <w:rsid w:val="00ED64B8"/>
    <w:rsid w:val="00F03404"/>
    <w:rsid w:val="00F30F4E"/>
    <w:rsid w:val="00F400F4"/>
    <w:rsid w:val="00F4474E"/>
    <w:rsid w:val="00F50474"/>
    <w:rsid w:val="00F629CC"/>
    <w:rsid w:val="00F67A7C"/>
    <w:rsid w:val="00F7500D"/>
    <w:rsid w:val="00F75059"/>
    <w:rsid w:val="00F87519"/>
    <w:rsid w:val="00F94E63"/>
    <w:rsid w:val="00F966B4"/>
    <w:rsid w:val="00FA395B"/>
    <w:rsid w:val="00FA7191"/>
    <w:rsid w:val="00FC0064"/>
    <w:rsid w:val="00FC2567"/>
    <w:rsid w:val="00FC4531"/>
    <w:rsid w:val="00FD02B6"/>
    <w:rsid w:val="00FD2413"/>
    <w:rsid w:val="00FD493A"/>
    <w:rsid w:val="00FD6037"/>
    <w:rsid w:val="00FE3E1F"/>
    <w:rsid w:val="00FE6B34"/>
    <w:rsid w:val="00FF3907"/>
    <w:rsid w:val="00FF62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4635ED7"/>
  <w15:chartTrackingRefBased/>
  <w15:docId w15:val="{5C7DD30A-5965-4783-A736-5AD46CEFB6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Default Paragraph Font" w:uiPriority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HTML Variable" w:semiHidden="1" w:unhideWhenUsed="1"/>
    <w:lsdException w:name="Normal Table" w:semiHidden="1" w:unhideWhenUsed="1"/>
    <w:lsdException w:name="No List" w:uiPriority="99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val="cs-CZ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8753E8"/>
    <w:pPr>
      <w:keepNext/>
      <w:keepLines/>
      <w:spacing w:before="240" w:line="259" w:lineRule="auto"/>
      <w:outlineLvl w:val="0"/>
    </w:pPr>
    <w:rPr>
      <w:rFonts w:ascii="Calibri Light" w:eastAsia="Yu Gothic Light" w:hAnsi="Calibri Light"/>
      <w:color w:val="2F5496"/>
      <w:sz w:val="32"/>
      <w:szCs w:val="32"/>
      <w:lang w:val="et-EE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rFonts w:eastAsia="Arial Unicode MS"/>
      <w:b/>
      <w:i/>
      <w:szCs w:val="20"/>
      <w:lang w:val="et-EE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321320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unhideWhenUsed/>
    <w:pPr>
      <w:tabs>
        <w:tab w:val="center" w:pos="4320"/>
        <w:tab w:val="right" w:pos="8640"/>
      </w:tabs>
    </w:pPr>
  </w:style>
  <w:style w:type="character" w:customStyle="1" w:styleId="CharChar1">
    <w:name w:val="Char Char1"/>
    <w:basedOn w:val="DefaultParagraphFont"/>
    <w:semiHidden/>
  </w:style>
  <w:style w:type="paragraph" w:styleId="Footer">
    <w:name w:val="footer"/>
    <w:basedOn w:val="Normal"/>
    <w:unhideWhenUsed/>
    <w:pPr>
      <w:tabs>
        <w:tab w:val="center" w:pos="4320"/>
        <w:tab w:val="right" w:pos="8640"/>
      </w:tabs>
    </w:pPr>
  </w:style>
  <w:style w:type="character" w:customStyle="1" w:styleId="CharChar">
    <w:name w:val="Char Char"/>
    <w:basedOn w:val="DefaultParagraphFont"/>
    <w:semiHidden/>
  </w:style>
  <w:style w:type="paragraph" w:customStyle="1" w:styleId="Kirjatekst">
    <w:name w:val="Kirja tekst"/>
    <w:basedOn w:val="Normal"/>
    <w:autoRedefine/>
    <w:pPr>
      <w:spacing w:after="240"/>
    </w:pPr>
    <w:rPr>
      <w:rFonts w:eastAsia="Times New Roman" w:cs="Arial"/>
      <w:sz w:val="22"/>
      <w:szCs w:val="20"/>
      <w:lang w:val="et-EE"/>
    </w:rPr>
  </w:style>
  <w:style w:type="paragraph" w:styleId="BodyText3">
    <w:name w:val="Body Text 3"/>
    <w:basedOn w:val="Normal"/>
    <w:rPr>
      <w:rFonts w:eastAsia="Times New Roman" w:cs="Arial"/>
      <w:color w:val="000000"/>
      <w:sz w:val="22"/>
      <w:szCs w:val="22"/>
      <w:lang w:val="et-EE"/>
    </w:rPr>
  </w:style>
  <w:style w:type="paragraph" w:customStyle="1" w:styleId="Level5">
    <w:name w:val="Level5"/>
    <w:basedOn w:val="ListContinue5"/>
    <w:qFormat/>
    <w:rsid w:val="00F75059"/>
    <w:pPr>
      <w:numPr>
        <w:ilvl w:val="4"/>
        <w:numId w:val="1"/>
      </w:numPr>
      <w:tabs>
        <w:tab w:val="num" w:pos="360"/>
      </w:tabs>
      <w:spacing w:line="276" w:lineRule="auto"/>
      <w:ind w:left="1415" w:firstLine="0"/>
    </w:pPr>
    <w:rPr>
      <w:rFonts w:ascii="Calibri" w:eastAsia="Times New Roman" w:hAnsi="Calibri"/>
      <w:sz w:val="22"/>
      <w:szCs w:val="22"/>
      <w:lang w:val="et-EE" w:eastAsia="et-EE"/>
    </w:rPr>
  </w:style>
  <w:style w:type="paragraph" w:customStyle="1" w:styleId="Body2">
    <w:name w:val="Body2"/>
    <w:link w:val="Body2Char"/>
    <w:qFormat/>
    <w:rsid w:val="00F75059"/>
    <w:pPr>
      <w:spacing w:after="160" w:line="259" w:lineRule="auto"/>
    </w:pPr>
    <w:rPr>
      <w:rFonts w:eastAsia="Times New Roman"/>
      <w:bCs/>
      <w:szCs w:val="22"/>
    </w:rPr>
  </w:style>
  <w:style w:type="paragraph" w:customStyle="1" w:styleId="Level1">
    <w:name w:val="Level1"/>
    <w:basedOn w:val="ListBullet"/>
    <w:qFormat/>
    <w:rsid w:val="00F75059"/>
    <w:pPr>
      <w:tabs>
        <w:tab w:val="left" w:pos="567"/>
      </w:tabs>
      <w:spacing w:after="160" w:line="259" w:lineRule="auto"/>
      <w:contextualSpacing w:val="0"/>
    </w:pPr>
    <w:rPr>
      <w:rFonts w:eastAsia="Times New Roman"/>
      <w:b/>
      <w:bCs/>
      <w:caps/>
      <w:sz w:val="20"/>
      <w:szCs w:val="22"/>
      <w:lang w:val="et-EE" w:eastAsia="et-EE"/>
    </w:rPr>
  </w:style>
  <w:style w:type="character" w:customStyle="1" w:styleId="Body2Char">
    <w:name w:val="Body2 Char"/>
    <w:link w:val="Body2"/>
    <w:rsid w:val="00F75059"/>
    <w:rPr>
      <w:rFonts w:eastAsia="Times New Roman"/>
      <w:bCs/>
      <w:szCs w:val="22"/>
      <w:lang w:val="et-EE" w:eastAsia="et-EE"/>
    </w:rPr>
  </w:style>
  <w:style w:type="paragraph" w:customStyle="1" w:styleId="Level2">
    <w:name w:val="Level2"/>
    <w:basedOn w:val="ListBullet2"/>
    <w:link w:val="Level2Char"/>
    <w:qFormat/>
    <w:rsid w:val="00F75059"/>
    <w:pPr>
      <w:numPr>
        <w:ilvl w:val="1"/>
        <w:numId w:val="1"/>
      </w:numPr>
      <w:tabs>
        <w:tab w:val="left" w:pos="567"/>
      </w:tabs>
      <w:spacing w:after="160" w:line="259" w:lineRule="auto"/>
      <w:contextualSpacing w:val="0"/>
    </w:pPr>
    <w:rPr>
      <w:rFonts w:eastAsia="Times New Roman"/>
      <w:sz w:val="20"/>
      <w:szCs w:val="22"/>
      <w:lang w:val="et-EE" w:eastAsia="et-EE"/>
    </w:rPr>
  </w:style>
  <w:style w:type="paragraph" w:customStyle="1" w:styleId="Level3">
    <w:name w:val="Level3"/>
    <w:basedOn w:val="ListBullet3"/>
    <w:link w:val="Level3Char"/>
    <w:qFormat/>
    <w:rsid w:val="00F75059"/>
    <w:pPr>
      <w:numPr>
        <w:ilvl w:val="2"/>
        <w:numId w:val="1"/>
      </w:numPr>
      <w:spacing w:after="160" w:line="259" w:lineRule="auto"/>
      <w:contextualSpacing w:val="0"/>
    </w:pPr>
    <w:rPr>
      <w:rFonts w:eastAsia="Times New Roman"/>
      <w:sz w:val="20"/>
      <w:szCs w:val="22"/>
      <w:lang w:val="et-EE" w:eastAsia="et-EE"/>
    </w:rPr>
  </w:style>
  <w:style w:type="character" w:customStyle="1" w:styleId="Level2Char">
    <w:name w:val="Level2 Char"/>
    <w:link w:val="Level2"/>
    <w:rsid w:val="00F75059"/>
    <w:rPr>
      <w:rFonts w:eastAsia="Times New Roman"/>
      <w:szCs w:val="22"/>
      <w:lang w:val="et-EE" w:eastAsia="et-EE"/>
    </w:rPr>
  </w:style>
  <w:style w:type="character" w:customStyle="1" w:styleId="Level3Char">
    <w:name w:val="Level3 Char"/>
    <w:link w:val="Level3"/>
    <w:rsid w:val="00F75059"/>
    <w:rPr>
      <w:rFonts w:eastAsia="Times New Roman"/>
      <w:szCs w:val="22"/>
      <w:lang w:val="et-EE" w:eastAsia="et-EE"/>
    </w:rPr>
  </w:style>
  <w:style w:type="paragraph" w:customStyle="1" w:styleId="Level4">
    <w:name w:val="Level4"/>
    <w:basedOn w:val="ListBullet4"/>
    <w:link w:val="Level4Char"/>
    <w:qFormat/>
    <w:rsid w:val="00F75059"/>
    <w:pPr>
      <w:numPr>
        <w:ilvl w:val="3"/>
        <w:numId w:val="1"/>
      </w:numPr>
      <w:spacing w:after="160" w:line="259" w:lineRule="auto"/>
      <w:contextualSpacing w:val="0"/>
    </w:pPr>
    <w:rPr>
      <w:rFonts w:eastAsia="Times New Roman"/>
      <w:sz w:val="20"/>
      <w:szCs w:val="22"/>
      <w:lang w:val="et-EE" w:eastAsia="et-EE"/>
    </w:rPr>
  </w:style>
  <w:style w:type="character" w:customStyle="1" w:styleId="Level4Char">
    <w:name w:val="Level4 Char"/>
    <w:link w:val="Level4"/>
    <w:rsid w:val="00F75059"/>
    <w:rPr>
      <w:rFonts w:eastAsia="Times New Roman"/>
      <w:szCs w:val="22"/>
      <w:lang w:val="et-EE" w:eastAsia="et-EE"/>
    </w:rPr>
  </w:style>
  <w:style w:type="paragraph" w:styleId="NoSpacing">
    <w:name w:val="No Spacing"/>
    <w:uiPriority w:val="1"/>
    <w:qFormat/>
    <w:rsid w:val="00F75059"/>
    <w:rPr>
      <w:rFonts w:eastAsia="Times New Roman"/>
      <w:szCs w:val="22"/>
    </w:rPr>
  </w:style>
  <w:style w:type="paragraph" w:customStyle="1" w:styleId="TableSignature">
    <w:name w:val="TableSignature"/>
    <w:rsid w:val="00F75059"/>
    <w:pPr>
      <w:keepNext/>
      <w:ind w:left="-113"/>
    </w:pPr>
    <w:rPr>
      <w:rFonts w:eastAsia="Times New Roman"/>
      <w:bCs/>
      <w:szCs w:val="22"/>
    </w:rPr>
  </w:style>
  <w:style w:type="paragraph" w:customStyle="1" w:styleId="TableSignatureLast">
    <w:name w:val="TableSignatureLast"/>
    <w:rsid w:val="00F75059"/>
    <w:pPr>
      <w:ind w:left="-113"/>
    </w:pPr>
    <w:rPr>
      <w:rFonts w:eastAsia="Times New Roman"/>
      <w:bCs/>
      <w:szCs w:val="22"/>
    </w:rPr>
  </w:style>
  <w:style w:type="table" w:customStyle="1" w:styleId="TableGridPHPDOCX">
    <w:name w:val="Table Grid PHPDOCX"/>
    <w:uiPriority w:val="59"/>
    <w:semiHidden/>
    <w:unhideWhenUsed/>
    <w:rsid w:val="00F75059"/>
    <w:rPr>
      <w:rFonts w:ascii="Calibri" w:eastAsia="Calibri" w:hAnsi="Calibri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Continue5">
    <w:name w:val="List Continue 5"/>
    <w:basedOn w:val="Normal"/>
    <w:rsid w:val="00F75059"/>
    <w:pPr>
      <w:spacing w:after="120"/>
      <w:ind w:left="1415"/>
      <w:contextualSpacing/>
    </w:pPr>
  </w:style>
  <w:style w:type="paragraph" w:styleId="ListBullet">
    <w:name w:val="List Bullet"/>
    <w:basedOn w:val="Normal"/>
    <w:rsid w:val="00F75059"/>
    <w:pPr>
      <w:ind w:left="567" w:hanging="567"/>
      <w:contextualSpacing/>
    </w:pPr>
  </w:style>
  <w:style w:type="paragraph" w:styleId="ListBullet2">
    <w:name w:val="List Bullet 2"/>
    <w:basedOn w:val="Normal"/>
    <w:rsid w:val="00F75059"/>
    <w:pPr>
      <w:ind w:left="567" w:hanging="567"/>
      <w:contextualSpacing/>
    </w:pPr>
  </w:style>
  <w:style w:type="paragraph" w:styleId="ListBullet3">
    <w:name w:val="List Bullet 3"/>
    <w:basedOn w:val="Normal"/>
    <w:rsid w:val="00F75059"/>
    <w:pPr>
      <w:ind w:left="567" w:hanging="567"/>
      <w:contextualSpacing/>
    </w:pPr>
  </w:style>
  <w:style w:type="paragraph" w:styleId="ListBullet4">
    <w:name w:val="List Bullet 4"/>
    <w:basedOn w:val="Normal"/>
    <w:rsid w:val="00F75059"/>
    <w:pPr>
      <w:ind w:left="567" w:hanging="567"/>
      <w:contextualSpacing/>
    </w:pPr>
  </w:style>
  <w:style w:type="character" w:customStyle="1" w:styleId="tableentry">
    <w:name w:val="tableentry"/>
    <w:rsid w:val="00BF0E4C"/>
    <w:rPr>
      <w:rFonts w:ascii="Tahoma" w:hAnsi="Tahoma" w:cs="Tahoma" w:hint="default"/>
      <w:sz w:val="18"/>
      <w:szCs w:val="18"/>
    </w:rPr>
  </w:style>
  <w:style w:type="paragraph" w:styleId="ListParagraph">
    <w:name w:val="List Paragraph"/>
    <w:basedOn w:val="Normal"/>
    <w:uiPriority w:val="34"/>
    <w:qFormat/>
    <w:rsid w:val="00930BE5"/>
    <w:pPr>
      <w:spacing w:after="23" w:line="249" w:lineRule="auto"/>
      <w:ind w:left="720" w:hanging="10"/>
      <w:contextualSpacing/>
      <w:jc w:val="both"/>
    </w:pPr>
    <w:rPr>
      <w:rFonts w:cs="Arial"/>
      <w:color w:val="000000"/>
      <w:sz w:val="22"/>
      <w:szCs w:val="22"/>
      <w:lang w:val="et-EE" w:eastAsia="et-EE"/>
    </w:rPr>
  </w:style>
  <w:style w:type="paragraph" w:customStyle="1" w:styleId="Default">
    <w:name w:val="Default"/>
    <w:rsid w:val="00930BE5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table" w:customStyle="1" w:styleId="TableGrid">
    <w:name w:val="TableGrid"/>
    <w:rsid w:val="00F87519"/>
    <w:rPr>
      <w:rFonts w:ascii="Calibri" w:eastAsia="Times New Roman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FootnoteText">
    <w:name w:val="footnote text"/>
    <w:basedOn w:val="Normal"/>
    <w:link w:val="FootnoteTextChar"/>
    <w:uiPriority w:val="99"/>
    <w:rsid w:val="00E47970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rsid w:val="00E47970"/>
    <w:rPr>
      <w:lang w:val="cs-CZ"/>
    </w:rPr>
  </w:style>
  <w:style w:type="character" w:styleId="FootnoteReference">
    <w:name w:val="footnote reference"/>
    <w:uiPriority w:val="99"/>
    <w:rsid w:val="00E47970"/>
    <w:rPr>
      <w:vertAlign w:val="superscript"/>
    </w:rPr>
  </w:style>
  <w:style w:type="character" w:styleId="Hyperlink">
    <w:name w:val="Hyperlink"/>
    <w:uiPriority w:val="99"/>
    <w:unhideWhenUsed/>
    <w:rsid w:val="00E47970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E47970"/>
    <w:pPr>
      <w:spacing w:before="100" w:beforeAutospacing="1" w:after="100" w:afterAutospacing="1"/>
    </w:pPr>
    <w:rPr>
      <w:rFonts w:ascii="Calibri" w:eastAsia="Calibri" w:hAnsi="Calibri"/>
      <w:sz w:val="22"/>
      <w:szCs w:val="22"/>
      <w:lang w:val="et-EE" w:eastAsia="et-EE"/>
    </w:rPr>
  </w:style>
  <w:style w:type="character" w:styleId="UnresolvedMention">
    <w:name w:val="Unresolved Mention"/>
    <w:uiPriority w:val="99"/>
    <w:semiHidden/>
    <w:unhideWhenUsed/>
    <w:rsid w:val="00E47970"/>
    <w:rPr>
      <w:color w:val="605E5C"/>
      <w:shd w:val="clear" w:color="auto" w:fill="E1DFDD"/>
    </w:rPr>
  </w:style>
  <w:style w:type="table" w:styleId="TableGrid0">
    <w:name w:val="Table Grid"/>
    <w:basedOn w:val="TableNormal"/>
    <w:uiPriority w:val="39"/>
    <w:rsid w:val="009A0457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rsid w:val="008753E8"/>
    <w:pPr>
      <w:spacing w:after="120"/>
    </w:pPr>
  </w:style>
  <w:style w:type="character" w:customStyle="1" w:styleId="BodyTextChar">
    <w:name w:val="Body Text Char"/>
    <w:link w:val="BodyText"/>
    <w:rsid w:val="008753E8"/>
    <w:rPr>
      <w:sz w:val="24"/>
      <w:szCs w:val="24"/>
      <w:lang w:val="cs-CZ" w:eastAsia="en-US"/>
    </w:rPr>
  </w:style>
  <w:style w:type="character" w:customStyle="1" w:styleId="Heading1Char">
    <w:name w:val="Heading 1 Char"/>
    <w:link w:val="Heading1"/>
    <w:uiPriority w:val="9"/>
    <w:rsid w:val="008753E8"/>
    <w:rPr>
      <w:rFonts w:ascii="Calibri Light" w:eastAsia="Yu Gothic Light" w:hAnsi="Calibri Light"/>
      <w:color w:val="2F5496"/>
      <w:sz w:val="32"/>
      <w:szCs w:val="32"/>
      <w:lang w:eastAsia="en-US"/>
    </w:rPr>
  </w:style>
  <w:style w:type="character" w:styleId="SubtleReference">
    <w:name w:val="Subtle Reference"/>
    <w:uiPriority w:val="31"/>
    <w:qFormat/>
    <w:rsid w:val="008753E8"/>
    <w:rPr>
      <w:smallCaps/>
      <w:color w:val="5A5A5A"/>
    </w:rPr>
  </w:style>
  <w:style w:type="paragraph" w:customStyle="1" w:styleId="paragraph">
    <w:name w:val="paragraph"/>
    <w:basedOn w:val="Normal"/>
    <w:rsid w:val="008753E8"/>
    <w:pPr>
      <w:spacing w:before="100" w:beforeAutospacing="1" w:after="100" w:afterAutospacing="1"/>
    </w:pPr>
    <w:rPr>
      <w:rFonts w:ascii="Times New Roman" w:eastAsia="Times New Roman" w:hAnsi="Times New Roman"/>
      <w:lang w:val="et-EE" w:eastAsia="et-EE"/>
    </w:rPr>
  </w:style>
  <w:style w:type="character" w:customStyle="1" w:styleId="normaltextrun">
    <w:name w:val="normaltextrun"/>
    <w:basedOn w:val="DefaultParagraphFont"/>
    <w:rsid w:val="008753E8"/>
  </w:style>
  <w:style w:type="character" w:customStyle="1" w:styleId="eop">
    <w:name w:val="eop"/>
    <w:basedOn w:val="DefaultParagraphFont"/>
    <w:rsid w:val="008753E8"/>
  </w:style>
  <w:style w:type="character" w:customStyle="1" w:styleId="Heading5Char">
    <w:name w:val="Heading 5 Char"/>
    <w:basedOn w:val="DefaultParagraphFont"/>
    <w:link w:val="Heading5"/>
    <w:semiHidden/>
    <w:rsid w:val="00321320"/>
    <w:rPr>
      <w:rFonts w:asciiTheme="majorHAnsi" w:eastAsiaTheme="majorEastAsia" w:hAnsiTheme="majorHAnsi" w:cstheme="majorBidi"/>
      <w:color w:val="2F5496" w:themeColor="accent1" w:themeShade="BF"/>
      <w:sz w:val="24"/>
      <w:szCs w:val="24"/>
      <w:lang w:val="cs-CZ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772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11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29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82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1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45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04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7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0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Krista.Ahman@elektrilevi.ee" TargetMode="External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footer" Target="footer2.xml"/><Relationship Id="rId7" Type="http://schemas.openxmlformats.org/officeDocument/2006/relationships/settings" Target="settings.xml"/><Relationship Id="rId12" Type="http://schemas.openxmlformats.org/officeDocument/2006/relationships/hyperlink" Target="mailto:Andra.Sokk@energia.ee" TargetMode="External"/><Relationship Id="rId17" Type="http://schemas.openxmlformats.org/officeDocument/2006/relationships/hyperlink" Target="https://www.transpordiamet.ee/taotlused-blanketid" TargetMode="Externa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s://pari.kataster.ee/magic-link/da71c25a-6b3d-445f-992d-b67188040c8c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maantee@transpordiamet.ee" TargetMode="External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hyperlink" Target="https://riigivara.fin.ee/rkvr-frontend/varad/12274283" TargetMode="External"/><Relationship Id="rId23" Type="http://schemas.openxmlformats.org/officeDocument/2006/relationships/footer" Target="footer3.xml"/><Relationship Id="rId10" Type="http://schemas.openxmlformats.org/officeDocument/2006/relationships/endnotes" Target="endnotes.xml"/><Relationship Id="rId19" Type="http://schemas.openxmlformats.org/officeDocument/2006/relationships/header" Target="head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kinnistusraamat.rik.ee/PealeheOtsinguTulemus.aspx?term=48501:006:0008" TargetMode="External"/><Relationship Id="rId22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ANNALL~1\LOCALS~1\Temp\notesAB5C09\EE_Jaotusv&#245;rk_Tallinn_EST_logoga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fe1282f-dc91-4362-9b99-e9bf85c1d5aa" xsi:nil="true"/>
    <lcf76f155ced4ddcb4097134ff3c332f xmlns="66abc36c-315f-488d-8aeb-4c1d8f010cd0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115A65EA9B79E48A4AB5B1472012220" ma:contentTypeVersion="12" ma:contentTypeDescription="Loo uus dokument" ma:contentTypeScope="" ma:versionID="ff4bc5a08f8371a2109225468dca80c0">
  <xsd:schema xmlns:xsd="http://www.w3.org/2001/XMLSchema" xmlns:xs="http://www.w3.org/2001/XMLSchema" xmlns:p="http://schemas.microsoft.com/office/2006/metadata/properties" xmlns:ns2="66abc36c-315f-488d-8aeb-4c1d8f010cd0" xmlns:ns3="ffe1282f-dc91-4362-9b99-e9bf85c1d5aa" targetNamespace="http://schemas.microsoft.com/office/2006/metadata/properties" ma:root="true" ma:fieldsID="e06ca9229957a22eac7f22c3ec79b6ee" ns2:_="" ns3:_="">
    <xsd:import namespace="66abc36c-315f-488d-8aeb-4c1d8f010cd0"/>
    <xsd:import namespace="ffe1282f-dc91-4362-9b99-e9bf85c1d5aa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abc36c-315f-488d-8aeb-4c1d8f010cd0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Pildisildid" ma:readOnly="false" ma:fieldId="{5cf76f15-5ced-4ddc-b409-7134ff3c332f}" ma:taxonomyMulti="true" ma:sspId="42fc8c34-6131-460a-a028-367db9ee0e7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fe1282f-dc91-4362-9b99-e9bf85c1d5aa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eed641eb-57d9-4856-a5c0-d2814c975ce0}" ma:internalName="TaxCatchAll" ma:showField="CatchAllData" ma:web="ffe1282f-dc91-4362-9b99-e9bf85c1d5a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E738D6C-EFCF-4975-9E88-DF0928B8A61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E211B72-DC52-4C7D-BD1C-F431AF7A8C1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D7BF71E-C231-4B67-94EA-4E8F524EEC17}">
  <ds:schemaRefs>
    <ds:schemaRef ds:uri="http://schemas.microsoft.com/office/2006/metadata/properties"/>
    <ds:schemaRef ds:uri="http://schemas.microsoft.com/office/infopath/2007/PartnerControls"/>
    <ds:schemaRef ds:uri="ffe1282f-dc91-4362-9b99-e9bf85c1d5aa"/>
    <ds:schemaRef ds:uri="66abc36c-315f-488d-8aeb-4c1d8f010cd0"/>
  </ds:schemaRefs>
</ds:datastoreItem>
</file>

<file path=customXml/itemProps4.xml><?xml version="1.0" encoding="utf-8"?>
<ds:datastoreItem xmlns:ds="http://schemas.openxmlformats.org/officeDocument/2006/customXml" ds:itemID="{147A5325-44A5-472F-931A-A8FF512FA1E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6abc36c-315f-488d-8aeb-4c1d8f010cd0"/>
    <ds:schemaRef ds:uri="ffe1282f-dc91-4362-9b99-e9bf85c1d5a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15cd778b-2b28-4ebc-956c-b5977a36cd28}" enabled="0" method="" siteId="{15cd778b-2b28-4ebc-956c-b5977a36cd28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EE_Jaotusvõrk_Tallinn_EST_logoga.dot</Template>
  <TotalTime>5</TotalTime>
  <Pages>2</Pages>
  <Words>366</Words>
  <Characters>2124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Avalik konsultatsioon Elering AS-i elektrienergia ülekandetasud 16.04.21</vt:lpstr>
    </vt:vector>
  </TitlesOfParts>
  <Company>Kreatiff</Company>
  <LinksUpToDate>false</LinksUpToDate>
  <CharactersWithSpaces>2486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Avalik konsultatsioon Elering AS-i elektrienergia ülekandetasud 16.04.21</dc:title>
  <dc:subject/>
  <dc:creator>ITH</dc:creator>
  <cp:keywords/>
  <cp:lastModifiedBy>Krista Ahman</cp:lastModifiedBy>
  <cp:revision>3</cp:revision>
  <cp:lastPrinted>2025-04-15T10:05:00Z</cp:lastPrinted>
  <dcterms:created xsi:type="dcterms:W3CDTF">2025-10-14T07:48:00Z</dcterms:created>
  <dcterms:modified xsi:type="dcterms:W3CDTF">2025-10-14T07:52:00Z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0x0101003115A65EA9B79E48A4AB5B1472012220</vt:lpwstr>
  </property>
</Properties>
</file>